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B0" w:rsidRPr="005B544F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6"/>
          <w:szCs w:val="26"/>
        </w:rPr>
      </w:pPr>
      <w:bookmarkStart w:id="0" w:name="_GoBack"/>
      <w:bookmarkEnd w:id="0"/>
      <w:r w:rsidRPr="005B544F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                                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</w:t>
      </w:r>
      <w:r w:rsidRPr="005B544F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ПРИНЯТ</w:t>
      </w:r>
    </w:p>
    <w:p w:rsidR="00303DB0" w:rsidRDefault="00303DB0" w:rsidP="00512BF3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sz w:val="28"/>
          <w:szCs w:val="28"/>
        </w:rPr>
      </w:pPr>
      <w:r w:rsidRPr="005B544F">
        <w:rPr>
          <w:rFonts w:ascii="Times New Roman CYR" w:hAnsi="Times New Roman CYR" w:cs="Times New Roman CYR"/>
          <w:sz w:val="26"/>
          <w:szCs w:val="26"/>
        </w:rPr>
        <w:t>Решением</w:t>
      </w:r>
      <w:r>
        <w:rPr>
          <w:rFonts w:ascii="Times New Roman CYR" w:hAnsi="Times New Roman CYR" w:cs="Times New Roman CYR"/>
          <w:sz w:val="26"/>
          <w:szCs w:val="26"/>
        </w:rPr>
        <w:t xml:space="preserve"> Совета педагогов Муниципального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бюджетного </w:t>
      </w:r>
      <w:r w:rsidRPr="005B544F">
        <w:rPr>
          <w:rFonts w:ascii="Times New Roman CYR" w:hAnsi="Times New Roman CYR" w:cs="Times New Roman CYR"/>
          <w:sz w:val="26"/>
          <w:szCs w:val="26"/>
        </w:rPr>
        <w:t>дошкольно</w:t>
      </w:r>
      <w:r>
        <w:rPr>
          <w:rFonts w:ascii="Times New Roman CYR" w:hAnsi="Times New Roman CYR" w:cs="Times New Roman CYR"/>
          <w:sz w:val="26"/>
          <w:szCs w:val="26"/>
        </w:rPr>
        <w:t xml:space="preserve">го образовательного учреждения 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«Центр разв</w:t>
      </w:r>
      <w:r>
        <w:rPr>
          <w:rFonts w:ascii="Times New Roman CYR" w:hAnsi="Times New Roman CYR" w:cs="Times New Roman CYR"/>
          <w:sz w:val="26"/>
          <w:szCs w:val="26"/>
        </w:rPr>
        <w:t>и</w:t>
      </w:r>
      <w:r>
        <w:rPr>
          <w:rFonts w:ascii="Times New Roman CYR" w:hAnsi="Times New Roman CYR" w:cs="Times New Roman CYR"/>
          <w:sz w:val="26"/>
          <w:szCs w:val="26"/>
        </w:rPr>
        <w:t>тия ребенка – детский сад №5»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Дальн</w:t>
      </w:r>
      <w:r>
        <w:rPr>
          <w:rFonts w:ascii="Times New Roman CYR" w:hAnsi="Times New Roman CYR" w:cs="Times New Roman CYR"/>
          <w:sz w:val="26"/>
          <w:szCs w:val="26"/>
        </w:rPr>
        <w:t>ереченского городск</w:t>
      </w:r>
      <w:r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>го округа город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Дальнереченск</w:t>
      </w:r>
    </w:p>
    <w:p w:rsidR="00303DB0" w:rsidRPr="001E529C" w:rsidRDefault="00303DB0" w:rsidP="001E529C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color w:val="FF0000"/>
          <w:sz w:val="26"/>
          <w:szCs w:val="26"/>
        </w:rPr>
      </w:pPr>
      <w:r>
        <w:rPr>
          <w:rFonts w:ascii="Times New Roman CYR" w:hAnsi="Times New Roman CYR" w:cs="Times New Roman CYR"/>
          <w:color w:val="FF0000"/>
          <w:sz w:val="26"/>
          <w:szCs w:val="26"/>
        </w:rPr>
        <w:t>Протокол №__  от  ________</w:t>
      </w:r>
      <w:r w:rsidRPr="001E529C"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FF0000"/>
          <w:sz w:val="26"/>
          <w:szCs w:val="26"/>
        </w:rPr>
        <w:t>2015</w:t>
      </w:r>
      <w:r w:rsidRPr="001E529C">
        <w:rPr>
          <w:rFonts w:ascii="Times New Roman CYR" w:hAnsi="Times New Roman CYR" w:cs="Times New Roman CYR"/>
          <w:color w:val="FF0000"/>
          <w:sz w:val="26"/>
          <w:szCs w:val="26"/>
        </w:rPr>
        <w:t>г.</w:t>
      </w:r>
    </w:p>
    <w:p w:rsidR="00303DB0" w:rsidRPr="005B544F" w:rsidRDefault="00303DB0" w:rsidP="00512BF3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УТВЕРЖДЁ</w:t>
      </w:r>
      <w:r w:rsidRPr="005B544F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</w:p>
    <w:p w:rsidR="00303DB0" w:rsidRPr="005B544F" w:rsidRDefault="00303DB0" w:rsidP="00512BF3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Постановлением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администрации  Дальнереченского горо</w:t>
      </w:r>
      <w:r w:rsidRPr="005B544F">
        <w:rPr>
          <w:rFonts w:ascii="Times New Roman CYR" w:hAnsi="Times New Roman CYR" w:cs="Times New Roman CYR"/>
          <w:sz w:val="26"/>
          <w:szCs w:val="26"/>
        </w:rPr>
        <w:t>д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ского округа от   «___» </w:t>
      </w:r>
      <w:r>
        <w:rPr>
          <w:rFonts w:ascii="Times New Roman CYR" w:hAnsi="Times New Roman CYR" w:cs="Times New Roman CYR"/>
          <w:color w:val="FF0000"/>
          <w:sz w:val="26"/>
          <w:szCs w:val="26"/>
        </w:rPr>
        <w:t>____________201___</w:t>
      </w:r>
      <w:r w:rsidRPr="001E529C">
        <w:rPr>
          <w:rFonts w:ascii="Times New Roman CYR" w:hAnsi="Times New Roman CYR" w:cs="Times New Roman CYR"/>
          <w:color w:val="FF0000"/>
          <w:sz w:val="26"/>
          <w:szCs w:val="26"/>
        </w:rPr>
        <w:t xml:space="preserve">г.  </w:t>
      </w:r>
      <w:r>
        <w:rPr>
          <w:rFonts w:ascii="Times New Roman CYR" w:hAnsi="Times New Roman CYR" w:cs="Times New Roman CYR"/>
          <w:sz w:val="26"/>
          <w:szCs w:val="26"/>
        </w:rPr>
        <w:t>№________</w:t>
      </w:r>
      <w:r w:rsidRPr="005B544F"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</w:t>
      </w:r>
    </w:p>
    <w:p w:rsidR="00303DB0" w:rsidRDefault="00303DB0" w:rsidP="001E529C">
      <w:pPr>
        <w:widowControl w:val="0"/>
        <w:shd w:val="clear" w:color="auto" w:fill="FFFFFF"/>
        <w:autoSpaceDE w:val="0"/>
        <w:autoSpaceDN w:val="0"/>
        <w:adjustRightInd w:val="0"/>
        <w:ind w:left="396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</w:t>
      </w:r>
    </w:p>
    <w:p w:rsidR="00303DB0" w:rsidRDefault="00303DB0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УСТАВ</w:t>
      </w:r>
    </w:p>
    <w:p w:rsidR="00303DB0" w:rsidRPr="005B544F" w:rsidRDefault="00303DB0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3DB0" w:rsidRPr="00875A55" w:rsidRDefault="00303DB0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Муниципальное бюджетное дошкольное образовательное учреждение</w:t>
      </w: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303DB0" w:rsidRPr="00875A55" w:rsidRDefault="00303DB0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«Ц</w:t>
      </w: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>ентр р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азвития ребёнка – детский сад № 5»</w:t>
      </w:r>
    </w:p>
    <w:p w:rsidR="00303DB0" w:rsidRPr="00875A55" w:rsidRDefault="00303DB0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75A55">
        <w:rPr>
          <w:rFonts w:ascii="Times New Roman CYR" w:hAnsi="Times New Roman CYR" w:cs="Times New Roman CYR"/>
          <w:b/>
          <w:bCs/>
          <w:sz w:val="28"/>
          <w:szCs w:val="28"/>
        </w:rPr>
        <w:t>Дальнереченского городского  округа город Дальнереченск</w:t>
      </w:r>
    </w:p>
    <w:p w:rsidR="00303DB0" w:rsidRPr="00875A55" w:rsidRDefault="00303DB0" w:rsidP="00512B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3DB0" w:rsidRPr="00875A55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3DB0" w:rsidRPr="00875A55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3DB0" w:rsidRPr="009E74D1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03DB0" w:rsidRPr="009E74D1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03DB0" w:rsidRPr="009E74D1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03DB0" w:rsidRPr="009E74D1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03DB0" w:rsidRPr="009E74D1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03DB0" w:rsidRDefault="00303DB0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3DB0" w:rsidRDefault="00303DB0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3DB0" w:rsidRDefault="00303DB0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3DB0" w:rsidRDefault="00303DB0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3DB0" w:rsidRPr="009E74D1" w:rsidRDefault="00303DB0" w:rsidP="001E529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2015г.</w:t>
      </w:r>
    </w:p>
    <w:p w:rsidR="00303DB0" w:rsidRPr="009E74D1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03DB0" w:rsidRPr="009E74D1" w:rsidRDefault="00303DB0" w:rsidP="00512BF3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03DB0" w:rsidRDefault="00303DB0" w:rsidP="001E529C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03DB0" w:rsidRPr="00C101B5" w:rsidRDefault="00303DB0" w:rsidP="0053639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sz w:val="26"/>
          <w:szCs w:val="26"/>
        </w:rPr>
        <w:t xml:space="preserve">Настоящий Устав разработан в соответствии с Гражданским кодексом РФ, Федеральным Законом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№ 273 - ФЗ «Об образовании в Российской Федерации», и определяет основные цели и задачи деятельности, права и обязанности участников образовательного процесса, организацию образовательного процесса в Муниципальном бюджетном дошкольном образовательном учр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ждении  «Центр развития ребенка - детский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Дальнереченского городского округа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,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7126AF">
        <w:rPr>
          <w:rFonts w:ascii="Times New Roman CYR" w:hAnsi="Times New Roman CYR" w:cs="Times New Roman CYR"/>
          <w:color w:val="FF0000"/>
          <w:sz w:val="26"/>
          <w:szCs w:val="26"/>
        </w:rPr>
        <w:t>г</w:t>
      </w:r>
      <w:r w:rsidRPr="007126AF">
        <w:rPr>
          <w:rFonts w:ascii="Times New Roman CYR" w:hAnsi="Times New Roman CYR" w:cs="Times New Roman CYR"/>
          <w:color w:val="FF0000"/>
          <w:sz w:val="26"/>
          <w:szCs w:val="26"/>
        </w:rPr>
        <w:t>о</w:t>
      </w:r>
      <w:r w:rsidRPr="007126AF">
        <w:rPr>
          <w:rFonts w:ascii="Times New Roman CYR" w:hAnsi="Times New Roman CYR" w:cs="Times New Roman CYR"/>
          <w:color w:val="FF0000"/>
          <w:sz w:val="26"/>
          <w:szCs w:val="26"/>
        </w:rPr>
        <w:t>род Дальнереченск ?(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далее – МБДОУ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«ЦРР - детский сад № 5»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).</w:t>
      </w:r>
    </w:p>
    <w:p w:rsidR="00303DB0" w:rsidRPr="00C101B5" w:rsidRDefault="00303DB0" w:rsidP="00536391">
      <w:pPr>
        <w:widowControl w:val="0"/>
        <w:shd w:val="clear" w:color="auto" w:fill="FFFFFF"/>
        <w:autoSpaceDE w:val="0"/>
        <w:autoSpaceDN w:val="0"/>
        <w:adjustRightInd w:val="0"/>
        <w:ind w:left="675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8"/>
        </w:rPr>
        <w:t>1.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Общие положения</w:t>
      </w:r>
    </w:p>
    <w:p w:rsidR="00303DB0" w:rsidRPr="00C101B5" w:rsidRDefault="00303DB0" w:rsidP="00FB524E">
      <w:pPr>
        <w:pStyle w:val="Title"/>
        <w:jc w:val="both"/>
        <w:rPr>
          <w:sz w:val="26"/>
          <w:szCs w:val="24"/>
        </w:rPr>
      </w:pPr>
      <w:r w:rsidRPr="00C101B5">
        <w:rPr>
          <w:sz w:val="26"/>
          <w:szCs w:val="24"/>
        </w:rPr>
        <w:t>1. Муниципальное бюджетное дошкольное образовательное учреждение «Центр развития р</w:t>
      </w:r>
      <w:r w:rsidRPr="00C101B5">
        <w:rPr>
          <w:sz w:val="26"/>
          <w:szCs w:val="24"/>
        </w:rPr>
        <w:t>е</w:t>
      </w:r>
      <w:r>
        <w:rPr>
          <w:sz w:val="26"/>
          <w:szCs w:val="24"/>
        </w:rPr>
        <w:t>бенка - детский сад № 5</w:t>
      </w:r>
      <w:r w:rsidRPr="00C101B5">
        <w:rPr>
          <w:sz w:val="26"/>
          <w:szCs w:val="24"/>
        </w:rPr>
        <w:t>» Дальнереченского городского округа (далее по тексту - Учреждение) создан</w:t>
      </w:r>
      <w:r>
        <w:rPr>
          <w:sz w:val="26"/>
          <w:szCs w:val="24"/>
        </w:rPr>
        <w:t>о</w:t>
      </w:r>
      <w:r w:rsidRPr="00C101B5">
        <w:rPr>
          <w:sz w:val="26"/>
          <w:szCs w:val="24"/>
        </w:rPr>
        <w:t xml:space="preserve"> на основании правоустанавливающих документов:</w:t>
      </w:r>
    </w:p>
    <w:p w:rsidR="00303DB0" w:rsidRPr="00C101B5" w:rsidRDefault="00303DB0" w:rsidP="00FB524E">
      <w:pPr>
        <w:pStyle w:val="Title"/>
        <w:numPr>
          <w:ilvl w:val="1"/>
          <w:numId w:val="15"/>
        </w:numPr>
        <w:jc w:val="both"/>
        <w:rPr>
          <w:sz w:val="26"/>
          <w:szCs w:val="24"/>
        </w:rPr>
      </w:pPr>
      <w:r>
        <w:rPr>
          <w:b/>
          <w:sz w:val="26"/>
          <w:szCs w:val="24"/>
        </w:rPr>
        <w:t>1979</w:t>
      </w:r>
      <w:r>
        <w:rPr>
          <w:sz w:val="26"/>
          <w:szCs w:val="24"/>
        </w:rPr>
        <w:t xml:space="preserve"> год – детский сад № 5</w:t>
      </w:r>
    </w:p>
    <w:p w:rsidR="00303DB0" w:rsidRPr="00C101B5" w:rsidRDefault="00303DB0" w:rsidP="00FB524E">
      <w:pPr>
        <w:pStyle w:val="Title"/>
        <w:numPr>
          <w:ilvl w:val="1"/>
          <w:numId w:val="15"/>
        </w:numPr>
        <w:jc w:val="both"/>
        <w:rPr>
          <w:sz w:val="26"/>
          <w:szCs w:val="24"/>
        </w:rPr>
      </w:pPr>
      <w:r w:rsidRPr="00C101B5">
        <w:rPr>
          <w:b/>
          <w:sz w:val="26"/>
          <w:szCs w:val="24"/>
        </w:rPr>
        <w:t>2011</w:t>
      </w:r>
      <w:r w:rsidRPr="00C101B5">
        <w:rPr>
          <w:sz w:val="26"/>
          <w:szCs w:val="24"/>
        </w:rPr>
        <w:t>год – муниципальное бюджетное дошкольное образовательное учреждение «Центр ра</w:t>
      </w:r>
      <w:r w:rsidRPr="00C101B5">
        <w:rPr>
          <w:sz w:val="26"/>
          <w:szCs w:val="24"/>
        </w:rPr>
        <w:t>з</w:t>
      </w:r>
      <w:r>
        <w:rPr>
          <w:sz w:val="26"/>
          <w:szCs w:val="24"/>
        </w:rPr>
        <w:t>вития ребёнка – детский сад №5</w:t>
      </w:r>
      <w:r w:rsidRPr="00C101B5">
        <w:rPr>
          <w:sz w:val="26"/>
          <w:szCs w:val="24"/>
        </w:rPr>
        <w:t>» Дальнереченского городского округа</w:t>
      </w:r>
    </w:p>
    <w:p w:rsidR="00303DB0" w:rsidRPr="00C101B5" w:rsidRDefault="00303DB0" w:rsidP="00FB524E">
      <w:pPr>
        <w:pStyle w:val="Title"/>
        <w:numPr>
          <w:ilvl w:val="0"/>
          <w:numId w:val="17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Постановление администрации Дальнереченского городского округа №1087 от 23.11.2011г.</w:t>
      </w:r>
    </w:p>
    <w:p w:rsidR="00303DB0" w:rsidRPr="00C101B5" w:rsidRDefault="00303DB0" w:rsidP="007E43D3">
      <w:pPr>
        <w:pStyle w:val="Title"/>
        <w:numPr>
          <w:ilvl w:val="0"/>
          <w:numId w:val="17"/>
        </w:numPr>
        <w:jc w:val="both"/>
        <w:rPr>
          <w:sz w:val="26"/>
          <w:szCs w:val="24"/>
        </w:rPr>
      </w:pPr>
      <w:r w:rsidRPr="00C101B5">
        <w:rPr>
          <w:sz w:val="26"/>
          <w:szCs w:val="24"/>
        </w:rPr>
        <w:t>Свидетельство о внесении записи в Единый государственный реестр юридических лиц, подтверждающее статус юридического лица: муниципальное бюджетное дошкольное о</w:t>
      </w:r>
      <w:r w:rsidRPr="00C101B5">
        <w:rPr>
          <w:sz w:val="26"/>
          <w:szCs w:val="24"/>
        </w:rPr>
        <w:t>б</w:t>
      </w:r>
      <w:r w:rsidRPr="00C101B5">
        <w:rPr>
          <w:sz w:val="26"/>
          <w:szCs w:val="24"/>
        </w:rPr>
        <w:t>разовательное учреждение «Центр развития ребенка – детский сад № 4»  Дальнерече</w:t>
      </w:r>
      <w:r w:rsidRPr="00C101B5">
        <w:rPr>
          <w:sz w:val="26"/>
          <w:szCs w:val="24"/>
        </w:rPr>
        <w:t>н</w:t>
      </w:r>
      <w:r w:rsidRPr="00C101B5">
        <w:rPr>
          <w:sz w:val="26"/>
          <w:szCs w:val="24"/>
        </w:rPr>
        <w:t>ского город</w:t>
      </w:r>
      <w:r>
        <w:rPr>
          <w:sz w:val="26"/>
          <w:szCs w:val="24"/>
        </w:rPr>
        <w:t>ского округа серия 25 №003465465</w:t>
      </w:r>
      <w:r w:rsidRPr="00C101B5">
        <w:rPr>
          <w:sz w:val="26"/>
          <w:szCs w:val="24"/>
        </w:rPr>
        <w:t xml:space="preserve">  от 01.12.2011 года.</w:t>
      </w:r>
    </w:p>
    <w:p w:rsidR="00303DB0" w:rsidRPr="00C101B5" w:rsidRDefault="00303DB0" w:rsidP="007E43D3">
      <w:pPr>
        <w:pStyle w:val="Title"/>
        <w:ind w:left="720"/>
        <w:jc w:val="both"/>
        <w:rPr>
          <w:sz w:val="26"/>
          <w:szCs w:val="24"/>
        </w:rPr>
      </w:pPr>
    </w:p>
    <w:p w:rsidR="00303DB0" w:rsidRPr="00C101B5" w:rsidRDefault="00303DB0" w:rsidP="003B4076">
      <w:pPr>
        <w:pStyle w:val="NoSpacing"/>
        <w:jc w:val="both"/>
        <w:rPr>
          <w:rFonts w:ascii="Times New Roman" w:hAnsi="Times New Roman"/>
          <w:i/>
          <w:sz w:val="26"/>
          <w:szCs w:val="18"/>
          <w:u w:val="single"/>
        </w:rPr>
      </w:pPr>
      <w:r w:rsidRPr="00C101B5">
        <w:rPr>
          <w:bCs/>
          <w:sz w:val="26"/>
        </w:rPr>
        <w:t>1.2</w:t>
      </w:r>
      <w:r w:rsidRPr="00C101B5">
        <w:rPr>
          <w:sz w:val="26"/>
        </w:rPr>
        <w:t xml:space="preserve"> </w:t>
      </w:r>
      <w:r w:rsidRPr="007126AF">
        <w:rPr>
          <w:rFonts w:ascii="Times New Roman" w:hAnsi="Times New Roman"/>
          <w:color w:val="FF0000"/>
          <w:sz w:val="26"/>
        </w:rPr>
        <w:t>Муниципальное бюджетное дошкольное образовательное учреждение «Центр развития р</w:t>
      </w:r>
      <w:r w:rsidRPr="007126AF">
        <w:rPr>
          <w:rFonts w:ascii="Times New Roman" w:hAnsi="Times New Roman"/>
          <w:color w:val="FF0000"/>
          <w:sz w:val="26"/>
        </w:rPr>
        <w:t>е</w:t>
      </w:r>
      <w:r w:rsidRPr="007126AF">
        <w:rPr>
          <w:rFonts w:ascii="Times New Roman" w:hAnsi="Times New Roman"/>
          <w:color w:val="FF0000"/>
          <w:sz w:val="26"/>
        </w:rPr>
        <w:t>бенка – детский сад № 5» Дальнереченского городского округа город Дальнереченск, является муниципальным бюджетным дошкольным образовательным учреждением «Центр развития р</w:t>
      </w:r>
      <w:r w:rsidRPr="007126AF">
        <w:rPr>
          <w:rFonts w:ascii="Times New Roman" w:hAnsi="Times New Roman"/>
          <w:color w:val="FF0000"/>
          <w:sz w:val="26"/>
        </w:rPr>
        <w:t>е</w:t>
      </w:r>
      <w:r w:rsidRPr="007126AF">
        <w:rPr>
          <w:rFonts w:ascii="Times New Roman" w:hAnsi="Times New Roman"/>
          <w:color w:val="FF0000"/>
          <w:sz w:val="26"/>
        </w:rPr>
        <w:t>бенка – детский сад № 5»</w:t>
      </w:r>
      <w:r w:rsidRPr="00C101B5">
        <w:rPr>
          <w:rFonts w:ascii="Times New Roman" w:hAnsi="Times New Roman"/>
          <w:sz w:val="26"/>
        </w:rPr>
        <w:t xml:space="preserve"> реализующим образовательные программы дошкольного образования</w:t>
      </w:r>
      <w:r w:rsidRPr="00C101B5">
        <w:rPr>
          <w:rFonts w:ascii="Times New Roman" w:hAnsi="Times New Roman"/>
          <w:sz w:val="26"/>
          <w:szCs w:val="18"/>
        </w:rPr>
        <w:t xml:space="preserve"> и  образовательную программу Учреждения принятую педагогическим советом </w:t>
      </w:r>
      <w:r w:rsidRPr="00C101B5">
        <w:rPr>
          <w:rFonts w:ascii="Times New Roman" w:hAnsi="Times New Roman"/>
          <w:sz w:val="26"/>
          <w:szCs w:val="24"/>
        </w:rPr>
        <w:t xml:space="preserve">в соответствии с федеральным государственным образовательным стандартом дошкольного образования </w:t>
      </w:r>
      <w:r w:rsidRPr="00C101B5">
        <w:rPr>
          <w:rFonts w:ascii="Times New Roman" w:hAnsi="Times New Roman"/>
          <w:sz w:val="26"/>
        </w:rPr>
        <w:t>с м</w:t>
      </w:r>
      <w:r w:rsidRPr="00C101B5">
        <w:rPr>
          <w:rFonts w:ascii="Times New Roman" w:hAnsi="Times New Roman"/>
          <w:sz w:val="26"/>
        </w:rPr>
        <w:t>о</w:t>
      </w:r>
      <w:r w:rsidRPr="00C101B5">
        <w:rPr>
          <w:rFonts w:ascii="Times New Roman" w:hAnsi="Times New Roman"/>
          <w:sz w:val="26"/>
        </w:rPr>
        <w:t>мента выдачи ему лицензии на осуществление образовательной деятельности и обеспечива</w:t>
      </w:r>
      <w:r w:rsidRPr="00C101B5">
        <w:rPr>
          <w:rFonts w:ascii="Times New Roman" w:hAnsi="Times New Roman"/>
          <w:sz w:val="26"/>
        </w:rPr>
        <w:t>ю</w:t>
      </w:r>
      <w:r w:rsidRPr="00C101B5">
        <w:rPr>
          <w:rFonts w:ascii="Times New Roman" w:hAnsi="Times New Roman"/>
          <w:sz w:val="26"/>
        </w:rPr>
        <w:t xml:space="preserve">щим воспитание, обучение, присмотр, уход и оздоровление детей в возрасте от 2 месяцев до </w:t>
      </w:r>
      <w:r w:rsidRPr="00C101B5">
        <w:rPr>
          <w:rFonts w:ascii="Times New Roman" w:hAnsi="Times New Roman"/>
          <w:sz w:val="26"/>
          <w:szCs w:val="18"/>
        </w:rPr>
        <w:t xml:space="preserve"> </w:t>
      </w:r>
      <w:r w:rsidRPr="00C101B5">
        <w:rPr>
          <w:rFonts w:ascii="Times New Roman" w:hAnsi="Times New Roman"/>
          <w:sz w:val="26"/>
          <w:szCs w:val="24"/>
        </w:rPr>
        <w:t>прекращения образовательных отношений.</w:t>
      </w:r>
    </w:p>
    <w:p w:rsidR="00303DB0" w:rsidRPr="00C101B5" w:rsidRDefault="00303DB0" w:rsidP="0044721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303DB0" w:rsidRPr="00C101B5" w:rsidRDefault="00303DB0" w:rsidP="005E6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1.3.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" w:hAnsi="Times New Roman"/>
          <w:sz w:val="26"/>
        </w:rPr>
        <w:t xml:space="preserve">Муниципальное бюджетное дошкольное образовательное учреждение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«Центр развития 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бенка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Дальнереченского городского округа город Дальнереченск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ниями Правительства Российской Федерации, </w:t>
      </w:r>
      <w:r w:rsidRPr="00C101B5">
        <w:rPr>
          <w:rFonts w:ascii="Times New Roman CYR" w:hAnsi="Times New Roman CYR" w:cs="Times New Roman CYR"/>
          <w:sz w:val="26"/>
          <w:szCs w:val="26"/>
        </w:rPr>
        <w:t xml:space="preserve">Законом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№ 273 - ФЗ «Об образовании в Росси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й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ской Федерации» решениями муниципального органа, осуществляющего управление в сфере образования, настоящим Уставом, договором заключенным между дошкольным образовател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ь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ным учреждением и родителями (законными представителями).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1.4.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" w:hAnsi="Times New Roman"/>
          <w:sz w:val="26"/>
        </w:rPr>
        <w:t>Муниципальное бюджетное дошкольное образовательное учреждение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Центр развития р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бёнка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приобретает статус юридического лица с момента его государстве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н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ной регистрации подтвержденной соответствующим свидетельством, имеет самостоятельный баланс и обособленное имущество, лицевые счета в отделении ФГУ Федерального казначейства по городу Дальнереченску и Дальнереченскому району, печать установленного образца, шта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м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пы, бланки   со своим полным наименованием, может от своего имени приобретать имущес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венные и неимущественные права, отвечать по своим обязательствам находящимися в его ра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поряжении денежными средствами, имуществом на которое по закону может быть  обращено взыскание, и быть истцом и ответчиком в суде, является получателем бюджетных средств.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4416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. </w:t>
      </w:r>
      <w:r w:rsidRPr="00C101B5">
        <w:rPr>
          <w:rFonts w:ascii="Times New Roman" w:hAnsi="Times New Roman"/>
          <w:sz w:val="26"/>
        </w:rPr>
        <w:t>Муниципальное бюджетное дошкольное образовательное учреждение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Центр развития р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бёнка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работает 5 дней в неделю, с 7.45 час. до 18.15 час.  Выходные дни: суббота, воскресенье и праздничные дни, установленные законодательством РФ. Продолж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тельность рабочего дня или смены, непосредственно предшествующих нерабочему праздни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ч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ному дню, уменьшается на один час.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1.6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.Учредителем Муниципального бюджетного дошкольного образовательного учреждения «Центр р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азвития ребенка - детский сад №5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Дальнереченского городского округа город Дал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ь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нереченск является </w:t>
      </w:r>
      <w:r w:rsidRPr="00C101B5">
        <w:rPr>
          <w:rFonts w:ascii="Times New Roman" w:hAnsi="Times New Roman"/>
          <w:sz w:val="26"/>
          <w:szCs w:val="24"/>
        </w:rPr>
        <w:t xml:space="preserve"> муниципальное образование Дальнереченский городской округ (далее по тексту Учредитель). Функции и полномочия Учредителя осуществляет администрация Дальн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реченского городского округа.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Юридический адрес Учредителя: 692132, Российская Федерация, Приморский край, г.Дальнереченск, ул. Победы 13.</w:t>
      </w: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Фактический адрес Учредителя: 692132, Российская Федерация, Приморский край, г.Дальнереченск, ул. Победы  13.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1.7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Полное наименование учреждения: Муниципальное бюджетное дошкольное образовател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ь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ное учреждение  «Центр р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азвития ребенка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Дальнереченского городского 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к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руга город Дальнереченск.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1.8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Сокращенное наименование учреждения: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»                                                              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1.9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Место нахождения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»: 692132, РФ, Приморский край, город  Даль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нереченск, улица Уссурийская, 52 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1.10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 xml:space="preserve">.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Почтовый адрес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: 692135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, РФ, Приморский край, гор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од Дальнереченск, улица </w:t>
      </w:r>
      <w:r w:rsidRPr="008B7C91">
        <w:rPr>
          <w:rFonts w:ascii="Times New Roman CYR" w:hAnsi="Times New Roman CYR" w:cs="Times New Roman CYR"/>
          <w:color w:val="000000"/>
          <w:sz w:val="26"/>
          <w:szCs w:val="26"/>
        </w:rPr>
        <w:t>Уссурийская, 52 А.</w:t>
      </w:r>
    </w:p>
    <w:p w:rsidR="00303DB0" w:rsidRDefault="00303DB0" w:rsidP="008B7C91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color w:val="000000"/>
          <w:sz w:val="26"/>
          <w:szCs w:val="26"/>
        </w:rPr>
        <w:t>1.11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Организационно – правовая форма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детского сада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– муниципальное учреждение.</w:t>
      </w:r>
    </w:p>
    <w:p w:rsidR="00303DB0" w:rsidRDefault="00303DB0" w:rsidP="008B7C91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Тип – дошкольное образовательное учреждение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. 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634"/>
          <w:tab w:val="left" w:pos="291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Вид – центр развития ребёнка - детский сад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1.12</w:t>
      </w:r>
      <w:r w:rsidRPr="00C101B5">
        <w:rPr>
          <w:rFonts w:ascii="Times New Roman" w:hAnsi="Times New Roman"/>
          <w:sz w:val="26"/>
          <w:szCs w:val="24"/>
        </w:rPr>
        <w:t>.Учреждение является некоммерческой организацией и не преследует извлечение прибыли в качестве основной цели своей деятельности.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1.13</w:t>
      </w:r>
      <w:r w:rsidRPr="00C101B5">
        <w:rPr>
          <w:rFonts w:ascii="Times New Roman" w:hAnsi="Times New Roman"/>
          <w:sz w:val="26"/>
          <w:szCs w:val="24"/>
        </w:rPr>
        <w:t xml:space="preserve">.Срок деятельности Учреждения неограничен.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1.14</w:t>
      </w:r>
      <w:r w:rsidRPr="00C101B5">
        <w:rPr>
          <w:rFonts w:ascii="Times New Roman" w:hAnsi="Times New Roman"/>
          <w:sz w:val="26"/>
          <w:szCs w:val="24"/>
        </w:rPr>
        <w:t>.</w:t>
      </w:r>
      <w:r w:rsidRPr="00C101B5">
        <w:rPr>
          <w:rFonts w:ascii="Times New Roman" w:hAnsi="Times New Roman"/>
          <w:b/>
          <w:color w:val="FF0000"/>
          <w:sz w:val="26"/>
          <w:szCs w:val="24"/>
        </w:rPr>
        <w:t xml:space="preserve"> </w:t>
      </w:r>
      <w:r w:rsidRPr="00C101B5">
        <w:rPr>
          <w:rFonts w:ascii="Times New Roman" w:hAnsi="Times New Roman"/>
          <w:color w:val="000000"/>
          <w:sz w:val="26"/>
          <w:szCs w:val="24"/>
        </w:rPr>
        <w:t>Лицензирование образовательной деятельности Учреждения осуществляется в соответс</w:t>
      </w:r>
      <w:r w:rsidRPr="00C101B5">
        <w:rPr>
          <w:rFonts w:ascii="Times New Roman" w:hAnsi="Times New Roman"/>
          <w:color w:val="000000"/>
          <w:sz w:val="26"/>
          <w:szCs w:val="24"/>
        </w:rPr>
        <w:t>т</w:t>
      </w:r>
      <w:r w:rsidRPr="00C101B5">
        <w:rPr>
          <w:rFonts w:ascii="Times New Roman" w:hAnsi="Times New Roman"/>
          <w:color w:val="000000"/>
          <w:sz w:val="26"/>
          <w:szCs w:val="24"/>
        </w:rPr>
        <w:t>вии с Федеральным</w:t>
      </w:r>
      <w:r>
        <w:rPr>
          <w:rFonts w:ascii="Times New Roman" w:hAnsi="Times New Roman"/>
          <w:color w:val="000000"/>
          <w:sz w:val="26"/>
          <w:szCs w:val="24"/>
        </w:rPr>
        <w:t xml:space="preserve"> законом </w:t>
      </w:r>
      <w:r w:rsidRPr="00C101B5">
        <w:rPr>
          <w:rFonts w:ascii="Times New Roman" w:hAnsi="Times New Roman"/>
          <w:color w:val="000000"/>
          <w:sz w:val="26"/>
          <w:szCs w:val="24"/>
        </w:rPr>
        <w:t xml:space="preserve"> "Об образовании в Российской Федерации".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1.15</w:t>
      </w:r>
      <w:r w:rsidRPr="00C101B5">
        <w:rPr>
          <w:rFonts w:ascii="Times New Roman" w:hAnsi="Times New Roman"/>
          <w:sz w:val="26"/>
          <w:szCs w:val="24"/>
        </w:rPr>
        <w:t>. Организацию охраны здоровья воспитанников осуществляет Учреждение.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1.16</w:t>
      </w:r>
      <w:r w:rsidRPr="00C101B5">
        <w:rPr>
          <w:rFonts w:ascii="Times New Roman" w:hAnsi="Times New Roman"/>
          <w:sz w:val="26"/>
          <w:szCs w:val="24"/>
        </w:rPr>
        <w:t xml:space="preserve">.Медицинское обслуживание воспитанников в Учреждении обеспечивается медицинским персоналом, закрепленным управлением здравоохранения.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1.17</w:t>
      </w:r>
      <w:r w:rsidRPr="00C101B5">
        <w:rPr>
          <w:rFonts w:ascii="Times New Roman" w:hAnsi="Times New Roman"/>
          <w:sz w:val="26"/>
          <w:szCs w:val="24"/>
        </w:rPr>
        <w:t>.Медицинские услуги, в пределах должностных обязанностей медицинского персонала д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 xml:space="preserve">школьного учреждения, оказываются бесплатно.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1.18</w:t>
      </w:r>
      <w:r w:rsidRPr="00C101B5">
        <w:rPr>
          <w:rFonts w:ascii="Times New Roman" w:hAnsi="Times New Roman"/>
          <w:sz w:val="26"/>
          <w:szCs w:val="24"/>
        </w:rPr>
        <w:t>. Учреждение, в лице заведующего, несет ответственность в установленном законодательс</w:t>
      </w:r>
      <w:r w:rsidRPr="00C101B5">
        <w:rPr>
          <w:rFonts w:ascii="Times New Roman" w:hAnsi="Times New Roman"/>
          <w:sz w:val="26"/>
          <w:szCs w:val="24"/>
        </w:rPr>
        <w:t>т</w:t>
      </w:r>
      <w:r w:rsidRPr="00C101B5">
        <w:rPr>
          <w:rFonts w:ascii="Times New Roman" w:hAnsi="Times New Roman"/>
          <w:sz w:val="26"/>
          <w:szCs w:val="24"/>
        </w:rPr>
        <w:t>вом Российской Федерации порядке за невыполнение или ненадлежащее выполнение функций, отнесенных к его компетенции, а именно: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 за жизнь и здоровье воспитанников и работников Учреждения;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 за нарушение прав и свобод воспитанников, их родителей (законных представителей), рабо</w:t>
      </w:r>
      <w:r w:rsidRPr="00C101B5">
        <w:rPr>
          <w:rFonts w:ascii="Times New Roman" w:hAnsi="Times New Roman"/>
          <w:sz w:val="26"/>
          <w:szCs w:val="24"/>
        </w:rPr>
        <w:t>т</w:t>
      </w:r>
      <w:r w:rsidRPr="00C101B5">
        <w:rPr>
          <w:rFonts w:ascii="Times New Roman" w:hAnsi="Times New Roman"/>
          <w:sz w:val="26"/>
          <w:szCs w:val="24"/>
        </w:rPr>
        <w:t>ников Учреждения;</w:t>
      </w: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 - за реализацию не в полном объеме основной общеобразовательной программы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образовательной программы дошкольного образования, в соответствии с учебным планом;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 за несоответствие применяемых форм, методов, и средств организации образовательного пр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цесса возрастным, психофизиологическим особенностям, интересам и потребностям детей;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 за качество образования своих воспитанников;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 за иные действия, предусмотренные законодательством Российской Федерацией.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color w:val="FF0000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1.19</w:t>
      </w:r>
      <w:r w:rsidRPr="00C101B5">
        <w:rPr>
          <w:rFonts w:ascii="Times New Roman" w:hAnsi="Times New Roman"/>
          <w:sz w:val="26"/>
          <w:szCs w:val="24"/>
        </w:rPr>
        <w:t>. В Учреждении не допускается создание и деятельность организационных структур пол</w:t>
      </w:r>
      <w:r w:rsidRPr="00C101B5">
        <w:rPr>
          <w:rFonts w:ascii="Times New Roman" w:hAnsi="Times New Roman"/>
          <w:sz w:val="26"/>
          <w:szCs w:val="24"/>
        </w:rPr>
        <w:t>и</w:t>
      </w:r>
      <w:r w:rsidRPr="00C101B5">
        <w:rPr>
          <w:rFonts w:ascii="Times New Roman" w:hAnsi="Times New Roman"/>
          <w:sz w:val="26"/>
          <w:szCs w:val="24"/>
        </w:rPr>
        <w:t>тических партий, общественно-политических и религиозных движений и организаций.</w:t>
      </w:r>
      <w:r w:rsidRPr="00C101B5">
        <w:rPr>
          <w:rFonts w:ascii="Times New Roman" w:hAnsi="Times New Roman"/>
          <w:color w:val="FF0000"/>
          <w:sz w:val="26"/>
          <w:szCs w:val="24"/>
        </w:rPr>
        <w:t xml:space="preserve">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1.20.</w:t>
      </w:r>
      <w:r w:rsidRPr="000D5A7F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sz w:val="26"/>
          <w:szCs w:val="26"/>
        </w:rPr>
        <w:t>Обучение и воспитание ведётся на русском языке и носит светский характер.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176F6D" w:rsidRDefault="00303DB0" w:rsidP="008B7C91">
      <w:pPr>
        <w:pStyle w:val="NoSpacing"/>
        <w:jc w:val="both"/>
        <w:rPr>
          <w:rFonts w:ascii="Times New Roman" w:hAnsi="Times New Roman"/>
          <w:color w:val="FF0000"/>
          <w:sz w:val="26"/>
          <w:szCs w:val="24"/>
        </w:rPr>
      </w:pPr>
      <w:r w:rsidRPr="00176F6D">
        <w:rPr>
          <w:rFonts w:ascii="Times New Roman" w:hAnsi="Times New Roman"/>
          <w:color w:val="FF0000"/>
          <w:sz w:val="26"/>
          <w:szCs w:val="24"/>
        </w:rPr>
        <w:t>1.21.Учреждение обеспечивает открытость и доступность информации и копий документов в соответствии действующим законодательством об образовании в Российской Федерации путём их размещения на официальном сайте Учреждения в системе «Интернет»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682"/>
          <w:tab w:val="left" w:pos="1211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2  Цели, задачи и предмет деятельности.</w:t>
      </w:r>
    </w:p>
    <w:p w:rsidR="00303DB0" w:rsidRPr="00C101B5" w:rsidRDefault="00303DB0" w:rsidP="008B7C91">
      <w:pPr>
        <w:pStyle w:val="NoSpacing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2.1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.Целью создания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является осуществление образовательн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го процесса путем преемственности между дошкольным и начальным общим образованием, </w:t>
      </w:r>
      <w:r w:rsidRPr="00C101B5">
        <w:rPr>
          <w:rFonts w:ascii="Times New Roman" w:hAnsi="Times New Roman"/>
          <w:sz w:val="26"/>
          <w:szCs w:val="24"/>
        </w:rPr>
        <w:t xml:space="preserve">осуществление образовательной деятельности по образовательным программам дошкольного образования, присмотр и уход за детьми,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создания оптимальных условий для охраны и укрепл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ния здоровья, а также физического, интеллектуального и психического развития детей, развития индивидуальных способностей и необходимой коррекции нарушений развития этих детей, в помощь семье.</w:t>
      </w:r>
    </w:p>
    <w:p w:rsidR="00303DB0" w:rsidRPr="00176F6D" w:rsidRDefault="00303DB0" w:rsidP="008B7C91">
      <w:pPr>
        <w:pStyle w:val="NoSpacing"/>
        <w:jc w:val="both"/>
        <w:rPr>
          <w:rFonts w:ascii="Times New Roman" w:hAnsi="Times New Roman"/>
          <w:color w:val="FF0000"/>
          <w:sz w:val="26"/>
          <w:szCs w:val="24"/>
        </w:rPr>
      </w:pP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 xml:space="preserve">Основной целью деятельности </w:t>
      </w:r>
      <w:r w:rsidRPr="00176F6D">
        <w:rPr>
          <w:rFonts w:ascii="Times New Roman CYR" w:hAnsi="Times New Roman CYR" w:cs="Times New Roman CYR"/>
          <w:color w:val="FF0000"/>
          <w:sz w:val="26"/>
          <w:szCs w:val="26"/>
        </w:rPr>
        <w:t xml:space="preserve">МБДОУ «ЦРР - детский сад № 5» является 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образовательная де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я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тельность по образовательным программам дошкольного образования, присмотр и уход за дет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ь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 xml:space="preserve">ми.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2.2. </w:t>
      </w:r>
      <w:r w:rsidRPr="00C101B5">
        <w:rPr>
          <w:rFonts w:ascii="Times New Roman" w:hAnsi="Times New Roman"/>
          <w:sz w:val="26"/>
          <w:szCs w:val="24"/>
        </w:rPr>
        <w:t>Для достижения указанных целей Учреждение имеет право: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разрабатывать, собственную концепцию, содержащую философское, педагогическое, культ</w:t>
      </w:r>
      <w:r w:rsidRPr="00C101B5">
        <w:rPr>
          <w:rFonts w:ascii="Times New Roman" w:hAnsi="Times New Roman"/>
          <w:sz w:val="26"/>
          <w:szCs w:val="24"/>
        </w:rPr>
        <w:t>у</w:t>
      </w:r>
      <w:r w:rsidRPr="00C101B5">
        <w:rPr>
          <w:rFonts w:ascii="Times New Roman" w:hAnsi="Times New Roman"/>
          <w:sz w:val="26"/>
          <w:szCs w:val="24"/>
        </w:rPr>
        <w:t>рологическое обоснование содержания образования, самостоятельно  определять педагогич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ские технологии, методики</w:t>
      </w:r>
      <w:r w:rsidRPr="00C101B5">
        <w:rPr>
          <w:rFonts w:ascii="Times New Roman" w:hAnsi="Times New Roman"/>
          <w:bCs/>
          <w:sz w:val="26"/>
          <w:szCs w:val="24"/>
        </w:rPr>
        <w:t>,</w:t>
      </w:r>
      <w:r w:rsidRPr="00C101B5">
        <w:rPr>
          <w:rFonts w:ascii="Times New Roman" w:hAnsi="Times New Roman"/>
          <w:sz w:val="26"/>
          <w:szCs w:val="24"/>
        </w:rPr>
        <w:t xml:space="preserve"> формы и способы образовательного процесса;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самостоятельно  разрабатывать образовательную программу, осуществлять выбор комплек</w:t>
      </w:r>
      <w:r w:rsidRPr="00C101B5">
        <w:rPr>
          <w:rFonts w:ascii="Times New Roman" w:hAnsi="Times New Roman"/>
          <w:sz w:val="26"/>
          <w:szCs w:val="24"/>
        </w:rPr>
        <w:t>с</w:t>
      </w:r>
      <w:r w:rsidRPr="00C101B5">
        <w:rPr>
          <w:rFonts w:ascii="Times New Roman" w:hAnsi="Times New Roman"/>
          <w:sz w:val="26"/>
          <w:szCs w:val="24"/>
        </w:rPr>
        <w:t>ных и вариативных программ, рекомендованных органами управления образования, а также разрабатывать собственные авторские программы в соответствии с требованиями  Федеральн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го государственного образовательного стандарта.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самостоятельно разрабатывать и утверждать годовой план, годовые календарные планы,  гр</w:t>
      </w:r>
      <w:r w:rsidRPr="00C101B5">
        <w:rPr>
          <w:rFonts w:ascii="Times New Roman" w:hAnsi="Times New Roman"/>
          <w:sz w:val="26"/>
          <w:szCs w:val="24"/>
        </w:rPr>
        <w:t>а</w:t>
      </w:r>
      <w:r w:rsidRPr="00C101B5">
        <w:rPr>
          <w:rFonts w:ascii="Times New Roman" w:hAnsi="Times New Roman"/>
          <w:sz w:val="26"/>
          <w:szCs w:val="24"/>
        </w:rPr>
        <w:t>фик и расписание образовательной деятельности.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участвовать в международных, региональных, городских, районных и других конкурсах на п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лучение грантов в областях образования и культуры, а также распоряжаться ими в соответствии с условиями, установленными фондами, проводящими конкурсы;</w:t>
      </w: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реализовывать дополнительные образовательные программы и оказывать дополнительные о</w:t>
      </w:r>
      <w:r w:rsidRPr="00C101B5">
        <w:rPr>
          <w:rFonts w:ascii="Times New Roman" w:hAnsi="Times New Roman"/>
          <w:sz w:val="26"/>
          <w:szCs w:val="24"/>
        </w:rPr>
        <w:t>б</w:t>
      </w:r>
      <w:r w:rsidRPr="00C101B5">
        <w:rPr>
          <w:rFonts w:ascii="Times New Roman" w:hAnsi="Times New Roman"/>
          <w:sz w:val="26"/>
          <w:szCs w:val="24"/>
        </w:rPr>
        <w:t>разовательные услуги, в том числе и платные, за пределами основных образовательных пр</w:t>
      </w:r>
      <w:r w:rsidRPr="00C101B5">
        <w:rPr>
          <w:rFonts w:ascii="Times New Roman" w:hAnsi="Times New Roman"/>
          <w:sz w:val="26"/>
          <w:szCs w:val="24"/>
        </w:rPr>
        <w:t>о</w:t>
      </w:r>
      <w:r>
        <w:rPr>
          <w:rFonts w:ascii="Times New Roman" w:hAnsi="Times New Roman"/>
          <w:sz w:val="26"/>
          <w:szCs w:val="24"/>
        </w:rPr>
        <w:t>грамм.</w:t>
      </w:r>
    </w:p>
    <w:p w:rsidR="00303DB0" w:rsidRPr="000D5A7F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176F6D" w:rsidRDefault="00303DB0" w:rsidP="008B7C91">
      <w:pPr>
        <w:pStyle w:val="NoSpacing"/>
        <w:jc w:val="both"/>
        <w:rPr>
          <w:rFonts w:ascii="Times New Roman" w:hAnsi="Times New Roman"/>
          <w:color w:val="FF0000"/>
          <w:sz w:val="26"/>
        </w:rPr>
      </w:pPr>
      <w:r w:rsidRPr="00C101B5">
        <w:rPr>
          <w:sz w:val="26"/>
        </w:rPr>
        <w:t xml:space="preserve">  </w:t>
      </w:r>
      <w:r w:rsidRPr="00C101B5">
        <w:rPr>
          <w:rFonts w:ascii="Times New Roman" w:hAnsi="Times New Roman"/>
          <w:bCs/>
          <w:sz w:val="26"/>
        </w:rPr>
        <w:t>2.3</w:t>
      </w:r>
      <w:r w:rsidRPr="00C101B5">
        <w:rPr>
          <w:rFonts w:ascii="Times New Roman" w:hAnsi="Times New Roman"/>
          <w:sz w:val="26"/>
        </w:rPr>
        <w:t>. Деятельность МБДОУ «</w:t>
      </w:r>
      <w:r>
        <w:rPr>
          <w:rFonts w:ascii="Times New Roman" w:hAnsi="Times New Roman"/>
          <w:sz w:val="26"/>
        </w:rPr>
        <w:t>ЦРР - детский сад № 5</w:t>
      </w:r>
      <w:r w:rsidRPr="00C101B5">
        <w:rPr>
          <w:rFonts w:ascii="Times New Roman" w:hAnsi="Times New Roman"/>
          <w:sz w:val="26"/>
        </w:rPr>
        <w:t>» направлена на реализацию основных задач дошкольного образования:</w:t>
      </w:r>
      <w:r w:rsidRPr="00176F6D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( это из статьи 64 фз об образовании 1. Дошкольное образование н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а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правлено на формирование общей культуры, развитие физических, интеллектуальных, нравстве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н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ных, эстетических и личностных качеств, формирование предпосылок учебной деятельности, с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о</w:t>
      </w:r>
      <w:r w:rsidRPr="00176F6D">
        <w:rPr>
          <w:rFonts w:ascii="Arial" w:hAnsi="Arial" w:cs="Arial"/>
          <w:color w:val="FF0000"/>
          <w:sz w:val="23"/>
          <w:szCs w:val="23"/>
          <w:shd w:val="clear" w:color="auto" w:fill="FFFFFF"/>
        </w:rPr>
        <w:t>хранение и укрепление здоровья детей дошкольного возраста</w:t>
      </w:r>
      <w:r>
        <w:rPr>
          <w:rFonts w:ascii="Arial" w:hAnsi="Arial" w:cs="Arial"/>
          <w:color w:val="FF0000"/>
          <w:sz w:val="23"/>
          <w:szCs w:val="23"/>
          <w:shd w:val="clear" w:color="auto" w:fill="FFFFFF"/>
        </w:rPr>
        <w:t>)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 охрана жизни и укрепление физического и психического здоровья детей;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обеспечение познавательно-речевого, социально-личностного, художественно-эстетического и физического развития детей;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воспитание, с учетом возрастных категорий детей, гражданственности, уважения к правам и свободам человека, любви к окружающей природе, Родине, семье;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осуществление необходимой коррекции недостатков в физическом и (или) психическом ра</w:t>
      </w:r>
      <w:r w:rsidRPr="00C101B5">
        <w:rPr>
          <w:rFonts w:ascii="Times New Roman" w:hAnsi="Times New Roman"/>
          <w:sz w:val="26"/>
        </w:rPr>
        <w:t>з</w:t>
      </w:r>
      <w:r w:rsidRPr="00C101B5">
        <w:rPr>
          <w:rFonts w:ascii="Times New Roman" w:hAnsi="Times New Roman"/>
          <w:sz w:val="26"/>
        </w:rPr>
        <w:t>витии детей (при наличии условий);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взаимодействие с семьями детей для обеспечения полноценного развития детей;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оказание консультативной и методической помощи родителям (законным представителям) по вопросам воспитания, обучения и развития детей.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bCs/>
          <w:sz w:val="26"/>
        </w:rPr>
        <w:t xml:space="preserve"> 2.4</w:t>
      </w:r>
      <w:r w:rsidRPr="00C101B5">
        <w:rPr>
          <w:rFonts w:ascii="Times New Roman" w:hAnsi="Times New Roman"/>
          <w:sz w:val="26"/>
        </w:rPr>
        <w:t>. При осуществлении своей деятельности МБДОУ «</w:t>
      </w:r>
      <w:r>
        <w:rPr>
          <w:rFonts w:ascii="Times New Roman" w:hAnsi="Times New Roman"/>
          <w:sz w:val="26"/>
        </w:rPr>
        <w:t>ЦРР - детский сад № 5</w:t>
      </w:r>
      <w:r w:rsidRPr="00C101B5">
        <w:rPr>
          <w:rFonts w:ascii="Times New Roman" w:hAnsi="Times New Roman"/>
          <w:sz w:val="26"/>
        </w:rPr>
        <w:t>» обязано: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выполнять обязательства, вытекающие из законодательства и заключенных им договоров;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соблюдать положения учредительных документов;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осуществлять социальные, медицинские и иные виды обязательного страхования граждан, р</w:t>
      </w:r>
      <w:r w:rsidRPr="00C101B5">
        <w:rPr>
          <w:rFonts w:ascii="Times New Roman" w:hAnsi="Times New Roman"/>
          <w:sz w:val="26"/>
        </w:rPr>
        <w:t>а</w:t>
      </w:r>
      <w:r w:rsidRPr="00C101B5">
        <w:rPr>
          <w:rFonts w:ascii="Times New Roman" w:hAnsi="Times New Roman"/>
          <w:sz w:val="26"/>
        </w:rPr>
        <w:t xml:space="preserve">ботающих в МДОУ </w:t>
      </w:r>
      <w:r>
        <w:rPr>
          <w:rFonts w:ascii="Times New Roman" w:hAnsi="Times New Roman"/>
          <w:sz w:val="26"/>
        </w:rPr>
        <w:t>«</w:t>
      </w:r>
      <w:r w:rsidRPr="00C101B5">
        <w:rPr>
          <w:rFonts w:ascii="Times New Roman" w:hAnsi="Times New Roman"/>
          <w:sz w:val="26"/>
        </w:rPr>
        <w:t xml:space="preserve">ЦРР - </w:t>
      </w:r>
      <w:r>
        <w:rPr>
          <w:rFonts w:ascii="Times New Roman" w:hAnsi="Times New Roman"/>
          <w:sz w:val="26"/>
        </w:rPr>
        <w:t>детский сад № 5»</w:t>
      </w:r>
      <w:r w:rsidRPr="00C101B5">
        <w:rPr>
          <w:rFonts w:ascii="Times New Roman" w:hAnsi="Times New Roman"/>
          <w:sz w:val="26"/>
        </w:rPr>
        <w:t>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обеспечить своим работникам безопасные условия труда и нести ответственность в устано</w:t>
      </w:r>
      <w:r w:rsidRPr="00C101B5">
        <w:rPr>
          <w:rFonts w:ascii="Times New Roman" w:hAnsi="Times New Roman"/>
          <w:sz w:val="26"/>
        </w:rPr>
        <w:t>в</w:t>
      </w:r>
      <w:r w:rsidRPr="00C101B5">
        <w:rPr>
          <w:rFonts w:ascii="Times New Roman" w:hAnsi="Times New Roman"/>
          <w:sz w:val="26"/>
        </w:rPr>
        <w:t>ленном законодательством порядке за ущерб, причиненный их здоровью и трудоспособности.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8"/>
        </w:rPr>
      </w:pPr>
    </w:p>
    <w:p w:rsidR="00303DB0" w:rsidRPr="00C101B5" w:rsidRDefault="00303DB0" w:rsidP="008B7C91">
      <w:pPr>
        <w:pStyle w:val="NoSpacing"/>
        <w:ind w:left="42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3.</w:t>
      </w:r>
      <w:r w:rsidRPr="00C101B5">
        <w:rPr>
          <w:rFonts w:ascii="Times New Roman" w:hAnsi="Times New Roman"/>
          <w:b/>
          <w:sz w:val="26"/>
        </w:rPr>
        <w:t>Образовательный процесс и организация деятельности</w:t>
      </w:r>
    </w:p>
    <w:p w:rsidR="00303DB0" w:rsidRPr="00C101B5" w:rsidRDefault="00303DB0" w:rsidP="008B7C91">
      <w:pPr>
        <w:pStyle w:val="NoSpacing"/>
        <w:jc w:val="center"/>
        <w:rPr>
          <w:rFonts w:ascii="Times New Roman" w:hAnsi="Times New Roman"/>
          <w:b/>
          <w:sz w:val="26"/>
        </w:rPr>
      </w:pPr>
      <w:r w:rsidRPr="00C101B5">
        <w:rPr>
          <w:rFonts w:ascii="Times New Roman" w:hAnsi="Times New Roman"/>
          <w:b/>
          <w:sz w:val="26"/>
        </w:rPr>
        <w:t>МБДОУ «ЦРР</w:t>
      </w:r>
      <w:r>
        <w:rPr>
          <w:rFonts w:ascii="Times New Roman" w:hAnsi="Times New Roman"/>
          <w:b/>
          <w:sz w:val="26"/>
        </w:rPr>
        <w:t xml:space="preserve"> – детский сад № 5</w:t>
      </w:r>
      <w:r w:rsidRPr="00C101B5">
        <w:rPr>
          <w:rFonts w:ascii="Times New Roman" w:hAnsi="Times New Roman"/>
          <w:b/>
          <w:sz w:val="26"/>
        </w:rPr>
        <w:t>»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b/>
          <w:sz w:val="26"/>
        </w:rPr>
      </w:pPr>
    </w:p>
    <w:p w:rsidR="00303DB0" w:rsidRPr="00C101B5" w:rsidRDefault="00303DB0" w:rsidP="008B7C9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3.1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МБ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Д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самостоятельно в осуществлении образовательного пр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цесса, в выборе комплексных, вариативных, парциальных  программ, рекомендованных и (или) утвержденных Министерством общего и профессионального образования РФ, а также в разр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ботке собственных авторских программ в соответствии с требованиями государственного обр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зовательного стандарта,</w:t>
      </w:r>
      <w:r w:rsidRPr="00C101B5">
        <w:rPr>
          <w:rFonts w:ascii="Times New Roman CYR" w:hAnsi="Times New Roman CYR" w:cs="Times New Roman CYR"/>
          <w:color w:val="000000"/>
          <w:sz w:val="26"/>
          <w:szCs w:val="28"/>
        </w:rPr>
        <w:t xml:space="preserve">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подборе </w:t>
      </w:r>
      <w:r w:rsidRPr="00C101B5">
        <w:rPr>
          <w:rFonts w:ascii="Times New Roman CYR" w:hAnsi="Times New Roman CYR" w:cs="Times New Roman CYR"/>
          <w:sz w:val="26"/>
          <w:szCs w:val="26"/>
        </w:rPr>
        <w:t>и расстановке кадров,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методической, финансовой и хозяйс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венной деятельности в пределах, определенных законодательством и настоящим Уставом. 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3.2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В соответствии с целями и задачами, определенными Уставом,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может реализовывать дополнительные образовательные программы и оказывать дополн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тельные образовательные услуги за пределами определяющих его статус образовательных пр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грамм с учетом потребностей семьи и на основе договора, заключаемого между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» и родителями (законными представителями).                                                                 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3.3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Организация образовательного процесса в МБДОУ «ЦРР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регламент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руется  режимом занятий и учебным планом с учетом гигиенических условий к максимальной нагрузке на детей дошкольного возраста в организованных формах обучения, которые утве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ждаются руководителем МБДОУ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«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ЦРР – детс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кий сад № 5» и согласовываются с м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униципал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ь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ным казённым учреждением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«Управление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образования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Дальнереченского городского округа.</w:t>
      </w: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800E57">
        <w:rPr>
          <w:rFonts w:ascii="Times New Roman" w:hAnsi="Times New Roman"/>
          <w:bCs/>
          <w:sz w:val="26"/>
          <w:szCs w:val="26"/>
        </w:rPr>
        <w:t xml:space="preserve">  </w:t>
      </w:r>
      <w:r>
        <w:rPr>
          <w:rFonts w:ascii="Times New Roman" w:hAnsi="Times New Roman"/>
          <w:sz w:val="26"/>
        </w:rPr>
        <w:t>3.4</w:t>
      </w:r>
      <w:r w:rsidRPr="00800E57">
        <w:rPr>
          <w:rFonts w:ascii="Times New Roman" w:hAnsi="Times New Roman"/>
          <w:sz w:val="26"/>
        </w:rPr>
        <w:t>. Продолжительность обучения детей в каждой возрастной группе составляет один учебный год (с 01 сентября текущего года по 31 августа следующего года).</w:t>
      </w:r>
    </w:p>
    <w:p w:rsidR="00303DB0" w:rsidRPr="00800E57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Default="00303DB0" w:rsidP="008B7C91">
      <w:pPr>
        <w:pStyle w:val="NoSpacing"/>
        <w:jc w:val="both"/>
        <w:rPr>
          <w:rFonts w:ascii="Times New Roman CYR" w:hAnsi="Times New Roman CYR" w:cs="Times New Roman CYR"/>
          <w:color w:val="FF66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Основной структурной единицей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является группа детей дошкольного возраста. В группы могут включаться  как дети одного возраста, так и дети разных возрастов (разновозрастные).</w:t>
      </w:r>
      <w:r w:rsidRPr="00C101B5">
        <w:rPr>
          <w:rFonts w:ascii="Times New Roman CYR" w:hAnsi="Times New Roman CYR" w:cs="Times New Roman CYR"/>
          <w:color w:val="FF6600"/>
          <w:sz w:val="26"/>
          <w:szCs w:val="26"/>
        </w:rPr>
        <w:t xml:space="preserve"> </w:t>
      </w:r>
    </w:p>
    <w:p w:rsidR="00303DB0" w:rsidRDefault="00303DB0" w:rsidP="008B7C91">
      <w:pPr>
        <w:pStyle w:val="NoSpacing"/>
        <w:jc w:val="both"/>
        <w:rPr>
          <w:rFonts w:ascii="Times New Roman CYR" w:hAnsi="Times New Roman CYR" w:cs="Times New Roman CYR"/>
          <w:color w:val="FF6600"/>
          <w:sz w:val="26"/>
          <w:szCs w:val="26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3.6. Количество групп определяется Учредителем, исходя из предельной наполняемости.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675A97" w:rsidRDefault="00303DB0" w:rsidP="008B7C91">
      <w:pPr>
        <w:pStyle w:val="ConsNormal"/>
        <w:widowControl/>
        <w:ind w:firstLine="0"/>
        <w:jc w:val="both"/>
        <w:rPr>
          <w:rFonts w:ascii="Times New Roman" w:hAnsi="Times New Roman"/>
          <w:sz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3.7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 w:rsidRPr="00C101B5">
        <w:rPr>
          <w:rFonts w:ascii="Times New Roman" w:hAnsi="Times New Roman"/>
          <w:sz w:val="26"/>
          <w:szCs w:val="24"/>
        </w:rPr>
        <w:t xml:space="preserve">  </w:t>
      </w:r>
      <w:r w:rsidRPr="00675A97">
        <w:rPr>
          <w:rFonts w:ascii="Times New Roman" w:hAnsi="Times New Roman"/>
          <w:sz w:val="26"/>
          <w:szCs w:val="28"/>
        </w:rPr>
        <w:t>Порядок комплектования Учреждения</w:t>
      </w:r>
      <w:r w:rsidRPr="00675A97">
        <w:rPr>
          <w:rFonts w:ascii="Times New Roman" w:hAnsi="Times New Roman"/>
          <w:sz w:val="26"/>
        </w:rPr>
        <w:t xml:space="preserve"> </w:t>
      </w:r>
      <w:r w:rsidRPr="00675A97">
        <w:rPr>
          <w:rFonts w:ascii="Times New Roman" w:hAnsi="Times New Roman"/>
          <w:sz w:val="26"/>
          <w:szCs w:val="28"/>
        </w:rPr>
        <w:t>детьми</w:t>
      </w:r>
      <w:r w:rsidRPr="00675A97">
        <w:rPr>
          <w:rFonts w:ascii="Times New Roman" w:hAnsi="Times New Roman"/>
          <w:sz w:val="26"/>
        </w:rPr>
        <w:t xml:space="preserve"> определяется Учредителем в соответствии с законодательством</w:t>
      </w:r>
      <w:r w:rsidRPr="00675A97">
        <w:rPr>
          <w:sz w:val="26"/>
        </w:rPr>
        <w:t xml:space="preserve"> </w:t>
      </w:r>
      <w:r w:rsidRPr="00675A97">
        <w:rPr>
          <w:rFonts w:ascii="Times New Roman" w:hAnsi="Times New Roman"/>
          <w:sz w:val="26"/>
        </w:rPr>
        <w:t>Российской Федерации, Уставом, Положением о приеме и отчислении во</w:t>
      </w:r>
      <w:r w:rsidRPr="00675A97">
        <w:rPr>
          <w:rFonts w:ascii="Times New Roman" w:hAnsi="Times New Roman"/>
          <w:sz w:val="26"/>
        </w:rPr>
        <w:t>с</w:t>
      </w:r>
      <w:r w:rsidRPr="00675A97">
        <w:rPr>
          <w:rFonts w:ascii="Times New Roman" w:hAnsi="Times New Roman"/>
          <w:sz w:val="26"/>
        </w:rPr>
        <w:t>питанников муниципальных образовательных учреждений г. Дальнереченска, реализующих программы дошкольного образования в Учреждении и другими локальными правовыми актами. Контингент детей формируется в соответствии с их возрастом и видом дошкольного образов</w:t>
      </w:r>
      <w:r w:rsidRPr="00675A97">
        <w:rPr>
          <w:rFonts w:ascii="Times New Roman" w:hAnsi="Times New Roman"/>
          <w:sz w:val="26"/>
        </w:rPr>
        <w:t>а</w:t>
      </w:r>
      <w:r w:rsidRPr="00675A97">
        <w:rPr>
          <w:rFonts w:ascii="Times New Roman" w:hAnsi="Times New Roman"/>
          <w:sz w:val="26"/>
        </w:rPr>
        <w:t>тельного учреждения.</w:t>
      </w:r>
    </w:p>
    <w:p w:rsidR="00303DB0" w:rsidRPr="00C101B5" w:rsidRDefault="00303DB0" w:rsidP="008B7C91">
      <w:pPr>
        <w:pStyle w:val="NoSpacing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3.8. </w:t>
      </w:r>
      <w:r w:rsidRPr="00C101B5">
        <w:rPr>
          <w:rFonts w:ascii="Times New Roman" w:hAnsi="Times New Roman"/>
          <w:sz w:val="26"/>
          <w:szCs w:val="24"/>
        </w:rPr>
        <w:t>Прием детей в Учреждение осуществляется в течение всего календарного года при наличии свободных мест на основании документов, предоставляемых родителями (законными предст</w:t>
      </w:r>
      <w:r w:rsidRPr="00C101B5">
        <w:rPr>
          <w:rFonts w:ascii="Times New Roman" w:hAnsi="Times New Roman"/>
          <w:sz w:val="26"/>
          <w:szCs w:val="24"/>
        </w:rPr>
        <w:t>а</w:t>
      </w:r>
      <w:r w:rsidRPr="00C101B5">
        <w:rPr>
          <w:rFonts w:ascii="Times New Roman" w:hAnsi="Times New Roman"/>
          <w:sz w:val="26"/>
          <w:szCs w:val="24"/>
        </w:rPr>
        <w:t>вителями) в соответствии с Порядком приема.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widowControl w:val="0"/>
        <w:shd w:val="clear" w:color="auto" w:fill="FFFFFF"/>
        <w:tabs>
          <w:tab w:val="left" w:pos="4181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3.9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Прием детей в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», имеющих отклонения в развитии, и 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п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ределение периода их пребывания в дошкольном учреждении производятся в соответствии с заключением  психолого - медико-педагогической комиссии, при наличии условий для корре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к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ционной работы в дошкольном учреждении.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431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3.10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Взаимоотношения между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и родителями (законными представителями) регулируются договором, который не может ограничивать установленные з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коном права сторон. Подписание договора является обязательным для обеих сторон.</w:t>
      </w: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5A4408">
        <w:rPr>
          <w:rFonts w:ascii="Times New Roman" w:hAnsi="Times New Roman"/>
          <w:bCs/>
          <w:sz w:val="26"/>
          <w:szCs w:val="24"/>
        </w:rPr>
        <w:t>3.12</w:t>
      </w:r>
      <w:r w:rsidRPr="005A4408">
        <w:rPr>
          <w:rFonts w:ascii="Times New Roman" w:hAnsi="Times New Roman"/>
          <w:sz w:val="26"/>
          <w:szCs w:val="24"/>
        </w:rPr>
        <w:t>. Тестирование детей при приеме в МБДОУ «</w:t>
      </w:r>
      <w:r>
        <w:rPr>
          <w:rFonts w:ascii="Times New Roman" w:hAnsi="Times New Roman"/>
          <w:sz w:val="26"/>
          <w:szCs w:val="24"/>
        </w:rPr>
        <w:t>ЦРР - детский сад № 5</w:t>
      </w:r>
      <w:r w:rsidRPr="005A4408">
        <w:rPr>
          <w:rFonts w:ascii="Times New Roman" w:hAnsi="Times New Roman"/>
          <w:sz w:val="26"/>
          <w:szCs w:val="24"/>
        </w:rPr>
        <w:t>» и переводе в следу</w:t>
      </w:r>
      <w:r w:rsidRPr="005A4408">
        <w:rPr>
          <w:rFonts w:ascii="Times New Roman" w:hAnsi="Times New Roman"/>
          <w:sz w:val="26"/>
          <w:szCs w:val="24"/>
        </w:rPr>
        <w:t>ю</w:t>
      </w:r>
      <w:r w:rsidRPr="005A4408">
        <w:rPr>
          <w:rFonts w:ascii="Times New Roman" w:hAnsi="Times New Roman"/>
          <w:sz w:val="26"/>
          <w:szCs w:val="24"/>
        </w:rPr>
        <w:t xml:space="preserve">щую возрастную группу не проводится. </w:t>
      </w:r>
    </w:p>
    <w:p w:rsidR="00303DB0" w:rsidRPr="005A4408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5A4408">
        <w:rPr>
          <w:rFonts w:ascii="Times New Roman" w:hAnsi="Times New Roman"/>
          <w:sz w:val="26"/>
          <w:szCs w:val="24"/>
        </w:rPr>
        <w:t xml:space="preserve"> </w:t>
      </w:r>
      <w:r w:rsidRPr="005A4408">
        <w:rPr>
          <w:rFonts w:ascii="Times New Roman" w:hAnsi="Times New Roman"/>
          <w:bCs/>
          <w:sz w:val="26"/>
          <w:szCs w:val="24"/>
        </w:rPr>
        <w:t>3.13</w:t>
      </w:r>
      <w:r w:rsidRPr="005A4408">
        <w:rPr>
          <w:rFonts w:ascii="Times New Roman" w:hAnsi="Times New Roman"/>
          <w:sz w:val="26"/>
          <w:szCs w:val="24"/>
        </w:rPr>
        <w:t>. Организацию охраны здоровья воспитанников осуществляет Учреждение.</w:t>
      </w:r>
    </w:p>
    <w:p w:rsidR="00303DB0" w:rsidRPr="005A4408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>3.14</w:t>
      </w:r>
      <w:r w:rsidRPr="005A4408"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</w:t>
      </w:r>
      <w:r w:rsidRPr="005A4408">
        <w:rPr>
          <w:rFonts w:ascii="Times New Roman" w:hAnsi="Times New Roman"/>
          <w:sz w:val="26"/>
        </w:rPr>
        <w:t>Медицинское обслуживание воспитанников в Учреждении обеспечивается медицинским персоналом, закрепленным управлением здравоохранения.</w:t>
      </w:r>
      <w:r w:rsidRPr="005A4408">
        <w:rPr>
          <w:rFonts w:ascii="Times New Roman" w:hAnsi="Times New Roman"/>
          <w:sz w:val="26"/>
          <w:szCs w:val="26"/>
        </w:rPr>
        <w:t xml:space="preserve"> </w:t>
      </w:r>
    </w:p>
    <w:p w:rsidR="00303DB0" w:rsidRPr="005A4408" w:rsidRDefault="00303DB0" w:rsidP="008B7C91">
      <w:pPr>
        <w:pStyle w:val="NoSpacing"/>
        <w:jc w:val="both"/>
        <w:rPr>
          <w:rFonts w:ascii="Times New Roman" w:hAnsi="Times New Roman"/>
          <w:sz w:val="26"/>
          <w:szCs w:val="26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sz w:val="26"/>
        </w:rPr>
        <w:t xml:space="preserve"> </w:t>
      </w:r>
      <w:r>
        <w:rPr>
          <w:bCs/>
          <w:sz w:val="26"/>
        </w:rPr>
        <w:t>3.15</w:t>
      </w:r>
      <w:r w:rsidRPr="00C101B5">
        <w:rPr>
          <w:sz w:val="26"/>
        </w:rPr>
        <w:t xml:space="preserve">. </w:t>
      </w:r>
      <w:r w:rsidRPr="00C101B5">
        <w:rPr>
          <w:rFonts w:ascii="Times New Roman" w:hAnsi="Times New Roman"/>
          <w:sz w:val="26"/>
        </w:rPr>
        <w:t xml:space="preserve">Медицинские услуги, в пределах должностных обязанностей медицинского персонала </w:t>
      </w: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дошкольного учреждения, оказываются бесплатно.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8B7C9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5A4408"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3.16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обеспечивает гарантированное сбалансированное п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тание воспитанников в соответствии с их возрастом и временем пребывания в детском саду 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3.19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Дисциплина в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поддерживается на основе уважения ч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ловеческого достоинства детей, родителей (законных представителей) детей, работников обр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зовательного учреждения. Применение методов физического и психического насилия по  отн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шению к детям не допускается.</w:t>
      </w:r>
    </w:p>
    <w:p w:rsidR="00303DB0" w:rsidRPr="00C101B5" w:rsidRDefault="00303DB0" w:rsidP="00BD4BCF">
      <w:pPr>
        <w:pStyle w:val="NoSpacing"/>
        <w:jc w:val="center"/>
        <w:rPr>
          <w:rFonts w:ascii="Times New Roman" w:hAnsi="Times New Roman"/>
          <w:b/>
          <w:sz w:val="26"/>
        </w:rPr>
      </w:pPr>
      <w:r w:rsidRPr="00C101B5">
        <w:rPr>
          <w:rFonts w:ascii="Times New Roman" w:hAnsi="Times New Roman"/>
          <w:b/>
          <w:sz w:val="26"/>
        </w:rPr>
        <w:t>4. Участники образовательного процесса.</w:t>
      </w:r>
    </w:p>
    <w:p w:rsidR="00303DB0" w:rsidRPr="00C101B5" w:rsidRDefault="00303DB0" w:rsidP="00BD4BCF">
      <w:pPr>
        <w:pStyle w:val="NoSpacing"/>
        <w:jc w:val="center"/>
        <w:rPr>
          <w:rFonts w:ascii="Times New Roman" w:hAnsi="Times New Roman"/>
          <w:b/>
          <w:sz w:val="26"/>
        </w:rPr>
      </w:pPr>
      <w:r w:rsidRPr="00C101B5">
        <w:rPr>
          <w:rFonts w:ascii="Times New Roman" w:hAnsi="Times New Roman"/>
          <w:b/>
          <w:sz w:val="26"/>
        </w:rPr>
        <w:t>Права и обязанности участников образовательного процесса.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b/>
          <w:sz w:val="26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bCs/>
          <w:sz w:val="26"/>
        </w:rPr>
        <w:t>4.1</w:t>
      </w:r>
      <w:r w:rsidRPr="00C101B5">
        <w:rPr>
          <w:rFonts w:ascii="Times New Roman" w:hAnsi="Times New Roman"/>
          <w:sz w:val="26"/>
        </w:rPr>
        <w:t>. К участникам образовательного процесса относятся:</w:t>
      </w: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дети, родители (законные представители), педагогические работники.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8B7C91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6"/>
        </w:rPr>
      </w:pPr>
      <w:r w:rsidRPr="00C101B5">
        <w:rPr>
          <w:rFonts w:ascii="Times New Roman" w:hAnsi="Times New Roman" w:cs="Times New Roman"/>
          <w:sz w:val="26"/>
          <w:szCs w:val="24"/>
        </w:rPr>
        <w:t>4.2. При приеме  детей в дошкольное образовательное учреждение администрация Учреждения обязана ознакомить родителей (законных представителей) с уставом, лицензией на право вед</w:t>
      </w:r>
      <w:r w:rsidRPr="00C101B5">
        <w:rPr>
          <w:rFonts w:ascii="Times New Roman" w:hAnsi="Times New Roman" w:cs="Times New Roman"/>
          <w:sz w:val="26"/>
          <w:szCs w:val="24"/>
        </w:rPr>
        <w:t>е</w:t>
      </w:r>
      <w:r w:rsidRPr="00C101B5">
        <w:rPr>
          <w:rFonts w:ascii="Times New Roman" w:hAnsi="Times New Roman" w:cs="Times New Roman"/>
          <w:sz w:val="26"/>
          <w:szCs w:val="24"/>
        </w:rPr>
        <w:t>ния образовательной деятельности, и другими документами, регламентирующими организацию образовательного процесса. Отношения ребенка и персонала дошкольного образовательного учреждения строятся на основе сотрудничества, уважения личности ребенка и предоставления ему свободы развития в соответствии с индивидуальными особенностями.</w:t>
      </w:r>
      <w:r w:rsidRPr="00C101B5">
        <w:rPr>
          <w:b/>
          <w:bCs/>
          <w:sz w:val="26"/>
        </w:rPr>
        <w:t xml:space="preserve"> </w:t>
      </w:r>
    </w:p>
    <w:p w:rsidR="00303DB0" w:rsidRPr="00C101B5" w:rsidRDefault="00303DB0" w:rsidP="008B7C91">
      <w:pPr>
        <w:pStyle w:val="ConsPlusNormal"/>
        <w:jc w:val="both"/>
        <w:rPr>
          <w:rFonts w:ascii="Times New Roman" w:hAnsi="Times New Roman" w:cs="Times New Roman"/>
          <w:b/>
          <w:bCs/>
          <w:sz w:val="26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</w:rPr>
        <w:t>4.3.</w:t>
      </w:r>
      <w:r w:rsidRPr="00C101B5">
        <w:rPr>
          <w:rFonts w:ascii="Times New Roman" w:hAnsi="Times New Roman"/>
          <w:sz w:val="26"/>
          <w:szCs w:val="24"/>
        </w:rPr>
        <w:t xml:space="preserve"> Взаимоотношения между Учреждением и родителями (законными представителями)</w:t>
      </w:r>
      <w:r w:rsidRPr="00C101B5">
        <w:rPr>
          <w:rFonts w:ascii="Times New Roman" w:hAnsi="Times New Roman"/>
          <w:b/>
          <w:sz w:val="26"/>
          <w:szCs w:val="24"/>
        </w:rPr>
        <w:t xml:space="preserve"> </w:t>
      </w:r>
      <w:r w:rsidRPr="00C101B5">
        <w:rPr>
          <w:rFonts w:ascii="Times New Roman" w:hAnsi="Times New Roman"/>
          <w:sz w:val="26"/>
          <w:szCs w:val="24"/>
        </w:rPr>
        <w:t>рег</w:t>
      </w:r>
      <w:r w:rsidRPr="00C101B5">
        <w:rPr>
          <w:rFonts w:ascii="Times New Roman" w:hAnsi="Times New Roman"/>
          <w:sz w:val="26"/>
          <w:szCs w:val="24"/>
        </w:rPr>
        <w:t>у</w:t>
      </w:r>
      <w:r w:rsidRPr="00C101B5">
        <w:rPr>
          <w:rFonts w:ascii="Times New Roman" w:hAnsi="Times New Roman"/>
          <w:sz w:val="26"/>
          <w:szCs w:val="24"/>
        </w:rPr>
        <w:t>лируются договором об образовании по образовательным программам дошкольного образов</w:t>
      </w:r>
      <w:r w:rsidRPr="00C101B5">
        <w:rPr>
          <w:rFonts w:ascii="Times New Roman" w:hAnsi="Times New Roman"/>
          <w:sz w:val="26"/>
          <w:szCs w:val="24"/>
        </w:rPr>
        <w:t>а</w:t>
      </w:r>
      <w:r w:rsidRPr="00C101B5">
        <w:rPr>
          <w:rFonts w:ascii="Times New Roman" w:hAnsi="Times New Roman"/>
          <w:sz w:val="26"/>
          <w:szCs w:val="24"/>
        </w:rPr>
        <w:t>ния, включающим в себя взаимные права, обязанности и ответственность сторон, возникающие в процессе воспитания, обучения, развития, присмо</w:t>
      </w:r>
      <w:r>
        <w:rPr>
          <w:rFonts w:ascii="Times New Roman" w:hAnsi="Times New Roman"/>
          <w:sz w:val="26"/>
          <w:szCs w:val="24"/>
        </w:rPr>
        <w:t>тра, ухода и оздоровления детей; д</w:t>
      </w:r>
      <w:r w:rsidRPr="00C101B5">
        <w:rPr>
          <w:rFonts w:ascii="Times New Roman" w:hAnsi="Times New Roman"/>
          <w:sz w:val="26"/>
          <w:szCs w:val="24"/>
        </w:rPr>
        <w:t>лител</w:t>
      </w:r>
      <w:r w:rsidRPr="00C101B5">
        <w:rPr>
          <w:rFonts w:ascii="Times New Roman" w:hAnsi="Times New Roman"/>
          <w:sz w:val="26"/>
          <w:szCs w:val="24"/>
        </w:rPr>
        <w:t>ь</w:t>
      </w:r>
      <w:r w:rsidRPr="00C101B5">
        <w:rPr>
          <w:rFonts w:ascii="Times New Roman" w:hAnsi="Times New Roman"/>
          <w:sz w:val="26"/>
          <w:szCs w:val="24"/>
        </w:rPr>
        <w:t>ность пребывания ребенка в дошкольном образовательном учреждении, а также расчет размера платы, взимаемой с родителей (законных представителей) за содержание ребенка в бюджетном дошкольном образовательном учреждении. Размер платы за содержание детей, взимаемой с р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дителей (законных представителей) в Учреждении, устанавливается администрацией Дальнер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ченского городского округа.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b/>
          <w:sz w:val="26"/>
          <w:szCs w:val="24"/>
        </w:rPr>
      </w:pPr>
    </w:p>
    <w:p w:rsidR="00303DB0" w:rsidRPr="00C101B5" w:rsidRDefault="00303DB0" w:rsidP="002A4F5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4.4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.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C101B5">
        <w:rPr>
          <w:rFonts w:ascii="Times New Roman CYR" w:hAnsi="Times New Roman CYR" w:cs="Times New Roman CYR"/>
          <w:color w:val="000000"/>
          <w:sz w:val="26"/>
          <w:szCs w:val="28"/>
        </w:rPr>
        <w:t xml:space="preserve">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Взаимоотношения участников образовательного процесса строятся на основе сотруднич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ства, уважения личности, приоритета общечеловеческих ценностей.</w:t>
      </w:r>
    </w:p>
    <w:p w:rsidR="00303DB0" w:rsidRDefault="00303DB0" w:rsidP="002A4F5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несет в установленном законодательством Российской Федера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ции порядке ответственность за:</w:t>
      </w:r>
    </w:p>
    <w:p w:rsidR="00303DB0" w:rsidRPr="002A4F5C" w:rsidRDefault="00303DB0" w:rsidP="002A4F5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" w:hAnsi="Times New Roman"/>
          <w:sz w:val="26"/>
        </w:rPr>
        <w:t>- выполнение функций определенных Уставом;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реализацию в полном объеме основной общеобразовательной программы дошкольного обр</w:t>
      </w:r>
      <w:r w:rsidRPr="00C101B5">
        <w:rPr>
          <w:rFonts w:ascii="Times New Roman" w:hAnsi="Times New Roman"/>
          <w:sz w:val="26"/>
        </w:rPr>
        <w:t>а</w:t>
      </w:r>
      <w:r w:rsidRPr="00C101B5">
        <w:rPr>
          <w:rFonts w:ascii="Times New Roman" w:hAnsi="Times New Roman"/>
          <w:sz w:val="26"/>
        </w:rPr>
        <w:t>зования;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качество реализуемых образовательных программ;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соответствие применяемых форм, методов и средств организации образовательного процесса возрастным, психофизиологическим особенностям, склонностям, способностям, интересам и потребностям детей;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жизнь и здоровье детей и работников дошкольного образовательного учреждения во время о</w:t>
      </w:r>
      <w:r w:rsidRPr="00C101B5">
        <w:rPr>
          <w:rFonts w:ascii="Times New Roman" w:hAnsi="Times New Roman"/>
          <w:sz w:val="26"/>
        </w:rPr>
        <w:t>б</w:t>
      </w:r>
      <w:r w:rsidRPr="00C101B5">
        <w:rPr>
          <w:rFonts w:ascii="Times New Roman" w:hAnsi="Times New Roman"/>
          <w:sz w:val="26"/>
        </w:rPr>
        <w:t>разовательного процесса;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нарушение прав и свобод детей и работников.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2A4F5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4.6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К основным правам ребенка посещающего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относятся права, гарантированные Конвенцией о правах ребенка, принятые на 44-ой сессии Генеральной Ассамблеи  ООН, и действующим законодательством, а именно: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охрана жизни и здоровья;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- защита от всех форм физического и психического насилия;                                                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уважение и защита достоинства ребенка;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получение дополнительных (в том числе платных) образовательных услуг;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C101B5">
        <w:rPr>
          <w:rFonts w:ascii="Times New Roman" w:hAnsi="Times New Roman"/>
          <w:sz w:val="26"/>
        </w:rPr>
        <w:t>удовлетворение потребностей в эмоционально-личностном общении;                                                                - удовлетворение  физиологических потребностей в питании, отдыхе в соответствии с возрастом и индивидуальными особенностями в развитии;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развитие творческих способностей и интересов;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предоставление оборудования, игр, игрушек, учебных пособий.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2A4F5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4.7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К основным правам родителей (законных представителей) относятся: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защита законных прав и интересов детей;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принятие участия в управлении МБДОУ «</w:t>
      </w:r>
      <w:r>
        <w:rPr>
          <w:rFonts w:ascii="Times New Roman" w:hAnsi="Times New Roman"/>
          <w:sz w:val="26"/>
        </w:rPr>
        <w:t>ЦРР - детский сад №5</w:t>
      </w:r>
      <w:r w:rsidRPr="00C101B5">
        <w:rPr>
          <w:rFonts w:ascii="Times New Roman" w:hAnsi="Times New Roman"/>
          <w:sz w:val="26"/>
        </w:rPr>
        <w:t>»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присутствовать на собрании родительской общественности, проводимых в дошкольном учр</w:t>
      </w:r>
      <w:r w:rsidRPr="00C101B5">
        <w:rPr>
          <w:rFonts w:ascii="Times New Roman" w:hAnsi="Times New Roman"/>
          <w:sz w:val="26"/>
        </w:rPr>
        <w:t>е</w:t>
      </w:r>
      <w:r w:rsidRPr="00C101B5">
        <w:rPr>
          <w:rFonts w:ascii="Times New Roman" w:hAnsi="Times New Roman"/>
          <w:sz w:val="26"/>
        </w:rPr>
        <w:t>ждении;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вносить предложения по улучшению работы с детьми;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заслушивать отчеты администрации дошкольного учреждения о ходе, содержании и результ</w:t>
      </w:r>
      <w:r w:rsidRPr="00C101B5">
        <w:rPr>
          <w:rFonts w:ascii="Times New Roman" w:hAnsi="Times New Roman"/>
          <w:sz w:val="26"/>
        </w:rPr>
        <w:t>а</w:t>
      </w:r>
      <w:r w:rsidRPr="00C101B5">
        <w:rPr>
          <w:rFonts w:ascii="Times New Roman" w:hAnsi="Times New Roman"/>
          <w:sz w:val="26"/>
        </w:rPr>
        <w:t>тах образовательного процесса, оздоровительной работы с детьми, об использовании добр</w:t>
      </w:r>
      <w:r w:rsidRPr="00C101B5">
        <w:rPr>
          <w:rFonts w:ascii="Times New Roman" w:hAnsi="Times New Roman"/>
          <w:sz w:val="26"/>
        </w:rPr>
        <w:t>о</w:t>
      </w:r>
      <w:r w:rsidRPr="00C101B5">
        <w:rPr>
          <w:rFonts w:ascii="Times New Roman" w:hAnsi="Times New Roman"/>
          <w:sz w:val="26"/>
        </w:rPr>
        <w:t>вольных пожертвований, целевых взносов родителей (законных представителей) воспитанн</w:t>
      </w:r>
      <w:r w:rsidRPr="00C101B5">
        <w:rPr>
          <w:rFonts w:ascii="Times New Roman" w:hAnsi="Times New Roman"/>
          <w:sz w:val="26"/>
        </w:rPr>
        <w:t>и</w:t>
      </w:r>
      <w:r w:rsidRPr="00C101B5">
        <w:rPr>
          <w:rFonts w:ascii="Times New Roman" w:hAnsi="Times New Roman"/>
          <w:sz w:val="26"/>
        </w:rPr>
        <w:t>ков, других физических и юридических лиц, в том числе иностранных;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требовать соблюдение условий договора, заключенного между МБДОУ «</w:t>
      </w:r>
      <w:r>
        <w:rPr>
          <w:rFonts w:ascii="Times New Roman" w:hAnsi="Times New Roman"/>
          <w:sz w:val="26"/>
        </w:rPr>
        <w:t>ЦРР – детский сад №5</w:t>
      </w:r>
      <w:r w:rsidRPr="00C101B5">
        <w:rPr>
          <w:rFonts w:ascii="Times New Roman" w:hAnsi="Times New Roman"/>
          <w:sz w:val="26"/>
        </w:rPr>
        <w:t>» и родителями (законными представителями);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расторгнуть договор с дошкольным учреждением;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оказывать содействие в укреплении материально-технической базы;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знакомиться с настоящим Уставом, лицензией, свидетельством о государственной аккред</w:t>
      </w:r>
      <w:r w:rsidRPr="00C101B5">
        <w:rPr>
          <w:rFonts w:ascii="Times New Roman" w:hAnsi="Times New Roman"/>
          <w:sz w:val="26"/>
        </w:rPr>
        <w:t>и</w:t>
      </w:r>
      <w:r w:rsidRPr="00C101B5">
        <w:rPr>
          <w:rFonts w:ascii="Times New Roman" w:hAnsi="Times New Roman"/>
          <w:sz w:val="26"/>
        </w:rPr>
        <w:t>тации и другими документами регламентирующими порядок проведения воспитательно – обр</w:t>
      </w:r>
      <w:r w:rsidRPr="00C101B5">
        <w:rPr>
          <w:rFonts w:ascii="Times New Roman" w:hAnsi="Times New Roman"/>
          <w:sz w:val="26"/>
        </w:rPr>
        <w:t>а</w:t>
      </w:r>
      <w:r w:rsidRPr="00C101B5">
        <w:rPr>
          <w:rFonts w:ascii="Times New Roman" w:hAnsi="Times New Roman"/>
          <w:sz w:val="26"/>
        </w:rPr>
        <w:t>зовательного процесса в МБДОУ «</w:t>
      </w:r>
      <w:r>
        <w:rPr>
          <w:rFonts w:ascii="Times New Roman" w:hAnsi="Times New Roman"/>
          <w:sz w:val="26"/>
        </w:rPr>
        <w:t>ЦРР – детский сад №5</w:t>
      </w:r>
      <w:r w:rsidRPr="00C101B5">
        <w:rPr>
          <w:rFonts w:ascii="Times New Roman" w:hAnsi="Times New Roman"/>
          <w:sz w:val="26"/>
        </w:rPr>
        <w:t>»;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получать в установленном законом «Об образовании» компенсации части платы за содерж</w:t>
      </w:r>
      <w:r w:rsidRPr="00C101B5">
        <w:rPr>
          <w:rFonts w:ascii="Times New Roman" w:hAnsi="Times New Roman"/>
          <w:sz w:val="26"/>
        </w:rPr>
        <w:t>а</w:t>
      </w:r>
      <w:r w:rsidRPr="00C101B5">
        <w:rPr>
          <w:rFonts w:ascii="Times New Roman" w:hAnsi="Times New Roman"/>
          <w:sz w:val="26"/>
        </w:rPr>
        <w:t>ние детей посещающих государственные и муниципальные образовательные учреждения (п.6 введен Федеральным законом от 05.12.2006г. № 207-ФЗ).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2A4F5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8"/>
        </w:rPr>
        <w:t xml:space="preserve">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4.8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К обязанностям родителей (законных представителей) относятся: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обязанности родителей как первых педагогов;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обязаны заложить основы физического, нравственного и интеллектуального развития личн</w:t>
      </w:r>
      <w:r w:rsidRPr="00C101B5">
        <w:rPr>
          <w:rFonts w:ascii="Times New Roman" w:hAnsi="Times New Roman"/>
          <w:sz w:val="26"/>
        </w:rPr>
        <w:t>о</w:t>
      </w:r>
      <w:r w:rsidRPr="00C101B5">
        <w:rPr>
          <w:rFonts w:ascii="Times New Roman" w:hAnsi="Times New Roman"/>
          <w:sz w:val="26"/>
        </w:rPr>
        <w:t>сти ребенка;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выполнять условия договора, заключаемого между МБДОУ «</w:t>
      </w:r>
      <w:r>
        <w:rPr>
          <w:rFonts w:ascii="Times New Roman" w:hAnsi="Times New Roman"/>
          <w:sz w:val="26"/>
        </w:rPr>
        <w:t>ЦРР – детский сад № 5</w:t>
      </w:r>
      <w:r w:rsidRPr="00C101B5">
        <w:rPr>
          <w:rFonts w:ascii="Times New Roman" w:hAnsi="Times New Roman"/>
          <w:sz w:val="26"/>
        </w:rPr>
        <w:t>» и род</w:t>
      </w:r>
      <w:r w:rsidRPr="00C101B5">
        <w:rPr>
          <w:rFonts w:ascii="Times New Roman" w:hAnsi="Times New Roman"/>
          <w:sz w:val="26"/>
        </w:rPr>
        <w:t>и</w:t>
      </w:r>
      <w:r w:rsidRPr="00C101B5">
        <w:rPr>
          <w:rFonts w:ascii="Times New Roman" w:hAnsi="Times New Roman"/>
          <w:sz w:val="26"/>
        </w:rPr>
        <w:t>телями (законными представителями) ребенка;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выполнять положения Устава  в части, касающейся их прав и обязанностей;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вносить плату за содержание ребенка и платные услу</w:t>
      </w:r>
      <w:r>
        <w:rPr>
          <w:rFonts w:ascii="Times New Roman" w:hAnsi="Times New Roman"/>
          <w:sz w:val="26"/>
        </w:rPr>
        <w:t>ги в установленные сроки</w:t>
      </w:r>
      <w:r w:rsidRPr="00C101B5">
        <w:rPr>
          <w:rFonts w:ascii="Times New Roman" w:hAnsi="Times New Roman"/>
          <w:sz w:val="26"/>
        </w:rPr>
        <w:t>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своевременно ставить в известность медицинского работника дошкольного учреждения  о причине отсутствия ребенка;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посещать проводимые детским садом родительские собрания и другие мероприятия, пров</w:t>
      </w:r>
      <w:r w:rsidRPr="00C101B5">
        <w:rPr>
          <w:rFonts w:ascii="Times New Roman" w:hAnsi="Times New Roman"/>
          <w:sz w:val="26"/>
        </w:rPr>
        <w:t>о</w:t>
      </w:r>
      <w:r w:rsidRPr="00C101B5">
        <w:rPr>
          <w:rFonts w:ascii="Times New Roman" w:hAnsi="Times New Roman"/>
          <w:sz w:val="26"/>
        </w:rPr>
        <w:t>димые для родителей.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2A4F5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4.9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.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К основным правам педагогических работников относятся: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sz w:val="26"/>
        </w:rPr>
        <w:t xml:space="preserve">  </w:t>
      </w:r>
      <w:r w:rsidRPr="00C101B5">
        <w:rPr>
          <w:rFonts w:ascii="Times New Roman" w:hAnsi="Times New Roman"/>
          <w:sz w:val="26"/>
        </w:rPr>
        <w:t>- участие в управлении МБДОУ «</w:t>
      </w:r>
      <w:r>
        <w:rPr>
          <w:rFonts w:ascii="Times New Roman" w:hAnsi="Times New Roman"/>
          <w:sz w:val="26"/>
        </w:rPr>
        <w:t>ЦРР – детский сад № 5</w:t>
      </w:r>
      <w:r w:rsidRPr="00C101B5">
        <w:rPr>
          <w:rFonts w:ascii="Times New Roman" w:hAnsi="Times New Roman"/>
          <w:sz w:val="26"/>
        </w:rPr>
        <w:t>»;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защита профессиональной чести и достоинства;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педагогически обоснованная свобода выбора и использования методик обучения и воспит</w:t>
      </w:r>
      <w:r w:rsidRPr="00C101B5">
        <w:rPr>
          <w:rFonts w:ascii="Times New Roman" w:hAnsi="Times New Roman"/>
          <w:sz w:val="26"/>
        </w:rPr>
        <w:t>а</w:t>
      </w:r>
      <w:r w:rsidRPr="00C101B5">
        <w:rPr>
          <w:rFonts w:ascii="Times New Roman" w:hAnsi="Times New Roman"/>
          <w:sz w:val="26"/>
        </w:rPr>
        <w:t>ния, учебных пособий и материалов, учебников, методов оценки знаний;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повышение квалификации;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аттестация на добровольной основе на соответствующую квалификационную категорию;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длительный отпуск сроком до одного года не реже чем через каждые 10 лет непрерывной п</w:t>
      </w:r>
      <w:r w:rsidRPr="00C101B5">
        <w:rPr>
          <w:rFonts w:ascii="Times New Roman" w:hAnsi="Times New Roman"/>
          <w:sz w:val="26"/>
        </w:rPr>
        <w:t>е</w:t>
      </w:r>
      <w:r w:rsidRPr="00C101B5">
        <w:rPr>
          <w:rFonts w:ascii="Times New Roman" w:hAnsi="Times New Roman"/>
          <w:sz w:val="26"/>
        </w:rPr>
        <w:t>дагогической работы, в порядке определенном Учредителем;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избирать и быть избранными председателем Совета педагогов;                                                               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-выбирать,  разрабатывать и принимать общеобразовательные программы (в том числе авто</w:t>
      </w:r>
      <w:r w:rsidRPr="00C101B5">
        <w:rPr>
          <w:rFonts w:ascii="Times New Roman" w:hAnsi="Times New Roman"/>
          <w:sz w:val="26"/>
        </w:rPr>
        <w:t>р</w:t>
      </w:r>
      <w:r w:rsidRPr="00C101B5">
        <w:rPr>
          <w:rFonts w:ascii="Times New Roman" w:hAnsi="Times New Roman"/>
          <w:sz w:val="26"/>
        </w:rPr>
        <w:t>ские);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обсуждать и принимать «Правила внутреннего трудового распорядка»;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участвовать в научно-экспериментальной работе дошкольного учреждения;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 - распространять свой опыт, получивший научное обоснование, среди  педагогических рабо</w:t>
      </w:r>
      <w:r w:rsidRPr="00C101B5">
        <w:rPr>
          <w:rFonts w:ascii="Times New Roman" w:hAnsi="Times New Roman"/>
          <w:sz w:val="26"/>
        </w:rPr>
        <w:t>т</w:t>
      </w:r>
      <w:r w:rsidRPr="00C101B5">
        <w:rPr>
          <w:rFonts w:ascii="Times New Roman" w:hAnsi="Times New Roman"/>
          <w:sz w:val="26"/>
        </w:rPr>
        <w:t>ников;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работать по сокращенной (не более 36 часов) рабочей неделе, удлиненный оплачиваемый о</w:t>
      </w:r>
      <w:r w:rsidRPr="00C101B5">
        <w:rPr>
          <w:rFonts w:ascii="Times New Roman" w:hAnsi="Times New Roman"/>
          <w:sz w:val="26"/>
        </w:rPr>
        <w:t>т</w:t>
      </w:r>
      <w:r w:rsidRPr="00C101B5">
        <w:rPr>
          <w:rFonts w:ascii="Times New Roman" w:hAnsi="Times New Roman"/>
          <w:sz w:val="26"/>
        </w:rPr>
        <w:t>пуск, досрочную трудовую пенсию, социальные гарантии и льготы, установленные законод</w:t>
      </w:r>
      <w:r w:rsidRPr="00C101B5">
        <w:rPr>
          <w:rFonts w:ascii="Times New Roman" w:hAnsi="Times New Roman"/>
          <w:sz w:val="26"/>
        </w:rPr>
        <w:t>а</w:t>
      </w:r>
      <w:r w:rsidRPr="00C101B5">
        <w:rPr>
          <w:rFonts w:ascii="Times New Roman" w:hAnsi="Times New Roman"/>
          <w:sz w:val="26"/>
        </w:rPr>
        <w:t>тельством РФ.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2A4F5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4.10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К основным обязанностям  работников 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» относятся: 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sz w:val="26"/>
        </w:rPr>
        <w:t xml:space="preserve"> </w:t>
      </w:r>
      <w:r w:rsidRPr="00C101B5">
        <w:rPr>
          <w:rFonts w:ascii="Times New Roman" w:hAnsi="Times New Roman"/>
          <w:sz w:val="26"/>
        </w:rPr>
        <w:t>- сотрудничество с семьей ребенка по вопросам оздоровления, обучения, воспитания и разв</w:t>
      </w:r>
      <w:r w:rsidRPr="00C101B5">
        <w:rPr>
          <w:rFonts w:ascii="Times New Roman" w:hAnsi="Times New Roman"/>
          <w:sz w:val="26"/>
        </w:rPr>
        <w:t>и</w:t>
      </w:r>
      <w:r w:rsidRPr="00C101B5">
        <w:rPr>
          <w:rFonts w:ascii="Times New Roman" w:hAnsi="Times New Roman"/>
          <w:sz w:val="26"/>
        </w:rPr>
        <w:t>тия;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содействие удовлетворению спроса родителей (законных представителей) на воспитательно-образовательные услуги;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  <w:szCs w:val="28"/>
        </w:rPr>
        <w:t xml:space="preserve"> </w:t>
      </w:r>
      <w:r w:rsidRPr="00C101B5">
        <w:rPr>
          <w:rFonts w:ascii="Times New Roman" w:hAnsi="Times New Roman"/>
          <w:sz w:val="26"/>
        </w:rPr>
        <w:t>- выполнение условий договора о взаимоотношениях МБДОУ «Ц</w:t>
      </w:r>
      <w:r>
        <w:rPr>
          <w:rFonts w:ascii="Times New Roman" w:hAnsi="Times New Roman"/>
          <w:sz w:val="26"/>
        </w:rPr>
        <w:t>РР - детский сад № 5</w:t>
      </w:r>
      <w:r w:rsidRPr="00C101B5">
        <w:rPr>
          <w:rFonts w:ascii="Times New Roman" w:hAnsi="Times New Roman"/>
          <w:sz w:val="26"/>
        </w:rPr>
        <w:t>» с род</w:t>
      </w:r>
      <w:r w:rsidRPr="00C101B5">
        <w:rPr>
          <w:rFonts w:ascii="Times New Roman" w:hAnsi="Times New Roman"/>
          <w:sz w:val="26"/>
        </w:rPr>
        <w:t>и</w:t>
      </w:r>
      <w:r w:rsidRPr="00C101B5">
        <w:rPr>
          <w:rFonts w:ascii="Times New Roman" w:hAnsi="Times New Roman"/>
          <w:sz w:val="26"/>
        </w:rPr>
        <w:t>телями (законными представителями);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принимать участие в разборе конфликтов по письменному заявлению родителей (законных представителей);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обеспечивать выполнение утвержденного режима дня;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  <w:szCs w:val="28"/>
        </w:rPr>
        <w:t xml:space="preserve"> </w:t>
      </w:r>
      <w:r w:rsidRPr="00C101B5">
        <w:rPr>
          <w:rFonts w:ascii="Times New Roman" w:hAnsi="Times New Roman"/>
          <w:sz w:val="26"/>
        </w:rPr>
        <w:t>-  соблюдать требования Устава, Правил внутреннего трудового распорядка, условий трудового договора;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b/>
          <w:bCs/>
          <w:sz w:val="26"/>
        </w:rPr>
        <w:t xml:space="preserve"> </w:t>
      </w:r>
      <w:r w:rsidRPr="00C101B5">
        <w:rPr>
          <w:rFonts w:ascii="Times New Roman" w:hAnsi="Times New Roman"/>
          <w:sz w:val="26"/>
        </w:rPr>
        <w:t>- удовлетворять требованиям должностных характеристик;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охранять жизнь и здоровье детей, защищать их от всех форм физического и психического н</w:t>
      </w:r>
      <w:r w:rsidRPr="00C101B5">
        <w:rPr>
          <w:rFonts w:ascii="Times New Roman" w:hAnsi="Times New Roman"/>
          <w:sz w:val="26"/>
        </w:rPr>
        <w:t>а</w:t>
      </w:r>
      <w:r w:rsidRPr="00C101B5">
        <w:rPr>
          <w:rFonts w:ascii="Times New Roman" w:hAnsi="Times New Roman"/>
          <w:sz w:val="26"/>
        </w:rPr>
        <w:t>силия;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своевременно устранять неполадки, имеющиеся в группе и на игровых площадках, с целью предотвращения детского травматизма;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проходить медицинское обследование за счет средств Учредителя в порядке, установленном действующим законодательством.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8B7C9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4.11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может осуществлять 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и другие права, не противореч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щие действующему законодательству РФ.</w:t>
      </w:r>
    </w:p>
    <w:p w:rsidR="00303DB0" w:rsidRPr="00C101B5" w:rsidRDefault="00303DB0" w:rsidP="008B7C91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4.12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. К педагогической деятельности в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допускаются лица, имеющие среднее профессиональное или высшее профессиональное образование. Образов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тельный ценз указанных лиц подтверждается документами государственного образца о соотве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т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ствующем уровне образования и (или) квалификации.</w:t>
      </w:r>
    </w:p>
    <w:p w:rsidR="00303DB0" w:rsidRPr="00C101B5" w:rsidRDefault="00303DB0" w:rsidP="002A4F5C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 К педагогической деятельности в МБДОУ «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ЦРР - 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не допускаются лица: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 лишенные права заниматься педагогической деятельностью в соответствии с вступившим в законную силу приговором суда</w:t>
      </w:r>
      <w:r w:rsidRPr="00C101B5">
        <w:rPr>
          <w:rFonts w:ascii="Times New Roman" w:hAnsi="Times New Roman"/>
          <w:sz w:val="26"/>
        </w:rPr>
        <w:t xml:space="preserve">; 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имеющие неснятую или непогашенную судимость за умышленные, тяжкие и особо тяжкие преступления;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признанные недееспособными в установленном федеральным законом порядке;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имеющие заболевания, предусмотренные перечнем, утверждаемым федеральным органом и</w:t>
      </w:r>
      <w:r w:rsidRPr="00C101B5">
        <w:rPr>
          <w:rFonts w:ascii="Times New Roman" w:hAnsi="Times New Roman"/>
          <w:sz w:val="26"/>
        </w:rPr>
        <w:t>с</w:t>
      </w:r>
      <w:r w:rsidRPr="00C101B5">
        <w:rPr>
          <w:rFonts w:ascii="Times New Roman" w:hAnsi="Times New Roman"/>
          <w:sz w:val="26"/>
        </w:rPr>
        <w:t>полнительной власти, осуществляющим функции по выработке государственной политики и нормативно</w:t>
      </w:r>
      <w:r>
        <w:rPr>
          <w:rFonts w:ascii="Times New Roman" w:hAnsi="Times New Roman"/>
          <w:sz w:val="26"/>
        </w:rPr>
        <w:t>-правовому регулированию в области</w:t>
      </w:r>
      <w:r w:rsidRPr="00C101B5">
        <w:rPr>
          <w:rFonts w:ascii="Times New Roman" w:hAnsi="Times New Roman"/>
          <w:sz w:val="26"/>
        </w:rPr>
        <w:t xml:space="preserve"> здравоохранения.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69279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color w:val="000000"/>
          <w:sz w:val="26"/>
          <w:szCs w:val="26"/>
        </w:rPr>
        <w:t>4.13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 xml:space="preserve">. Отношения работника и МБДОУ «ЦРР –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детский сад № 5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» регулируются трудовым дог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C101B5">
        <w:rPr>
          <w:rFonts w:ascii="Times New Roman CYR" w:hAnsi="Times New Roman CYR" w:cs="Times New Roman CYR"/>
          <w:color w:val="000000"/>
          <w:sz w:val="26"/>
          <w:szCs w:val="26"/>
        </w:rPr>
        <w:t>вором, условия которого не могут противоречить трудовому законодательству РФ.</w:t>
      </w:r>
    </w:p>
    <w:p w:rsidR="00303DB0" w:rsidRPr="00C101B5" w:rsidRDefault="00303DB0" w:rsidP="002A4F5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sz w:val="26"/>
          <w:szCs w:val="26"/>
        </w:rPr>
        <w:t>4.14</w:t>
      </w:r>
      <w:r w:rsidRPr="00C101B5">
        <w:rPr>
          <w:rFonts w:ascii="Times New Roman CYR" w:hAnsi="Times New Roman CYR" w:cs="Times New Roman CYR"/>
          <w:sz w:val="26"/>
          <w:szCs w:val="26"/>
        </w:rPr>
        <w:t>.  МБДОУ «</w:t>
      </w:r>
      <w:r>
        <w:rPr>
          <w:rFonts w:ascii="Times New Roman CYR" w:hAnsi="Times New Roman CYR" w:cs="Times New Roman CYR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sz w:val="26"/>
          <w:szCs w:val="26"/>
        </w:rPr>
        <w:t>» устанавливает: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заработную плату работников в зависимости от квалификации, сложности, интенсивности, количества, качества и условий выполняемой работы; 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компенсационные выплаты (доплаты и надбавки компенсационного характера) и стимул</w:t>
      </w:r>
      <w:r w:rsidRPr="00C101B5">
        <w:rPr>
          <w:rFonts w:ascii="Times New Roman" w:hAnsi="Times New Roman"/>
          <w:sz w:val="26"/>
        </w:rPr>
        <w:t>и</w:t>
      </w:r>
      <w:r w:rsidRPr="00C101B5">
        <w:rPr>
          <w:rFonts w:ascii="Times New Roman" w:hAnsi="Times New Roman"/>
          <w:sz w:val="26"/>
        </w:rPr>
        <w:t>рующие выплаты (доплаты и надбавки стимулирующего характера, премии и иные поощр</w:t>
      </w:r>
      <w:r w:rsidRPr="00C101B5">
        <w:rPr>
          <w:rFonts w:ascii="Times New Roman" w:hAnsi="Times New Roman"/>
          <w:sz w:val="26"/>
        </w:rPr>
        <w:t>и</w:t>
      </w:r>
      <w:r w:rsidRPr="00C101B5">
        <w:rPr>
          <w:rFonts w:ascii="Times New Roman" w:hAnsi="Times New Roman"/>
          <w:sz w:val="26"/>
        </w:rPr>
        <w:t>тельные выплаты) в пределах бюджетных ассигнований, направленных на оплату труда и на о</w:t>
      </w:r>
      <w:r w:rsidRPr="00C101B5">
        <w:rPr>
          <w:rFonts w:ascii="Times New Roman" w:hAnsi="Times New Roman"/>
          <w:sz w:val="26"/>
        </w:rPr>
        <w:t>с</w:t>
      </w:r>
      <w:r w:rsidRPr="00C101B5">
        <w:rPr>
          <w:rFonts w:ascii="Times New Roman" w:hAnsi="Times New Roman"/>
          <w:sz w:val="26"/>
        </w:rPr>
        <w:t>новании Положения о доплатах и надбавках;</w:t>
      </w:r>
    </w:p>
    <w:p w:rsidR="00303DB0" w:rsidRPr="00C101B5" w:rsidRDefault="00303DB0" w:rsidP="002A4F5C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>- структуру управления деятельностью МБДОУ «ЦРР – детский сад №</w:t>
      </w:r>
      <w:r>
        <w:rPr>
          <w:rFonts w:ascii="Times New Roman" w:hAnsi="Times New Roman"/>
          <w:sz w:val="26"/>
        </w:rPr>
        <w:t xml:space="preserve"> 5»</w:t>
      </w:r>
      <w:r w:rsidRPr="00C101B5">
        <w:rPr>
          <w:rFonts w:ascii="Times New Roman" w:hAnsi="Times New Roman"/>
          <w:sz w:val="26"/>
        </w:rPr>
        <w:t>;</w:t>
      </w:r>
    </w:p>
    <w:p w:rsidR="00303DB0" w:rsidRPr="00C101B5" w:rsidRDefault="00303DB0" w:rsidP="00692791">
      <w:pPr>
        <w:pStyle w:val="NoSpacing"/>
        <w:jc w:val="both"/>
        <w:rPr>
          <w:rFonts w:ascii="Times New Roman" w:hAnsi="Times New Roman"/>
          <w:sz w:val="26"/>
        </w:rPr>
      </w:pPr>
      <w:r w:rsidRPr="00C101B5">
        <w:rPr>
          <w:rFonts w:ascii="Times New Roman" w:hAnsi="Times New Roman"/>
          <w:sz w:val="26"/>
        </w:rPr>
        <w:t xml:space="preserve"> - штатное расписание и должностные обязанности работников.</w:t>
      </w:r>
    </w:p>
    <w:p w:rsidR="00303DB0" w:rsidRPr="00C101B5" w:rsidRDefault="00303DB0" w:rsidP="00692791">
      <w:pPr>
        <w:pStyle w:val="NoSpacing"/>
        <w:jc w:val="both"/>
        <w:rPr>
          <w:rFonts w:ascii="Times New Roman" w:hAnsi="Times New Roman"/>
          <w:sz w:val="26"/>
        </w:rPr>
      </w:pPr>
    </w:p>
    <w:p w:rsidR="00303DB0" w:rsidRPr="00C101B5" w:rsidRDefault="00303DB0" w:rsidP="0069279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C101B5">
        <w:rPr>
          <w:rFonts w:ascii="Times New Roman CYR" w:hAnsi="Times New Roman CYR" w:cs="Times New Roman CYR"/>
          <w:bCs/>
          <w:sz w:val="26"/>
          <w:szCs w:val="26"/>
        </w:rPr>
        <w:t>4.15</w:t>
      </w:r>
      <w:r w:rsidRPr="00C101B5">
        <w:rPr>
          <w:rFonts w:ascii="Times New Roman CYR" w:hAnsi="Times New Roman CYR" w:cs="Times New Roman CYR"/>
          <w:sz w:val="26"/>
          <w:szCs w:val="26"/>
        </w:rPr>
        <w:t>. Права и обязанности работников МБДОУ «</w:t>
      </w:r>
      <w:r>
        <w:rPr>
          <w:rFonts w:ascii="Times New Roman CYR" w:hAnsi="Times New Roman CYR" w:cs="Times New Roman CYR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sz w:val="26"/>
          <w:szCs w:val="26"/>
        </w:rPr>
        <w:t>» конкретизируются в Правилах внутреннего трудового распорядка и в должностных инструкциях (функциональных обязанностей) работников, разрабатываемые МБДОУ «</w:t>
      </w:r>
      <w:r>
        <w:rPr>
          <w:rFonts w:ascii="Times New Roman CYR" w:hAnsi="Times New Roman CYR" w:cs="Times New Roman CYR"/>
          <w:sz w:val="26"/>
          <w:szCs w:val="26"/>
        </w:rPr>
        <w:t>ЦРР – детский сад № 5</w:t>
      </w:r>
      <w:r w:rsidRPr="00C101B5">
        <w:rPr>
          <w:rFonts w:ascii="Times New Roman CYR" w:hAnsi="Times New Roman CYR" w:cs="Times New Roman CYR"/>
          <w:sz w:val="26"/>
          <w:szCs w:val="26"/>
        </w:rPr>
        <w:t>» самостоятельно. При этом права и обязанности, фиксируемые в указанных актах, не могут противоречить Ко</w:t>
      </w:r>
      <w:r w:rsidRPr="00C101B5">
        <w:rPr>
          <w:rFonts w:ascii="Times New Roman CYR" w:hAnsi="Times New Roman CYR" w:cs="Times New Roman CYR"/>
          <w:sz w:val="26"/>
          <w:szCs w:val="26"/>
        </w:rPr>
        <w:t>н</w:t>
      </w:r>
      <w:r w:rsidRPr="00C101B5">
        <w:rPr>
          <w:rFonts w:ascii="Times New Roman CYR" w:hAnsi="Times New Roman CYR" w:cs="Times New Roman CYR"/>
          <w:sz w:val="26"/>
          <w:szCs w:val="26"/>
        </w:rPr>
        <w:t>ституции РФ, Закону РФ «Об образовании», иным законодательным актам и настоящему Уст</w:t>
      </w:r>
      <w:r w:rsidRPr="00C101B5">
        <w:rPr>
          <w:rFonts w:ascii="Times New Roman CYR" w:hAnsi="Times New Roman CYR" w:cs="Times New Roman CYR"/>
          <w:sz w:val="26"/>
          <w:szCs w:val="26"/>
        </w:rPr>
        <w:t>а</w:t>
      </w:r>
      <w:r w:rsidRPr="00C101B5">
        <w:rPr>
          <w:rFonts w:ascii="Times New Roman CYR" w:hAnsi="Times New Roman CYR" w:cs="Times New Roman CYR"/>
          <w:sz w:val="26"/>
          <w:szCs w:val="26"/>
        </w:rPr>
        <w:t>ву.</w:t>
      </w:r>
    </w:p>
    <w:p w:rsidR="00303DB0" w:rsidRPr="00C101B5" w:rsidRDefault="00303DB0" w:rsidP="008B7C9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C101B5">
        <w:rPr>
          <w:rFonts w:ascii="Times New Roman CYR" w:hAnsi="Times New Roman CYR" w:cs="Times New Roman CYR"/>
          <w:sz w:val="26"/>
          <w:szCs w:val="26"/>
        </w:rPr>
        <w:t xml:space="preserve">  </w:t>
      </w:r>
      <w:r w:rsidRPr="00C101B5">
        <w:rPr>
          <w:rFonts w:ascii="Times New Roman CYR" w:hAnsi="Times New Roman CYR" w:cs="Times New Roman CYR"/>
          <w:bCs/>
          <w:sz w:val="26"/>
          <w:szCs w:val="26"/>
        </w:rPr>
        <w:t>4.16</w:t>
      </w:r>
      <w:r w:rsidRPr="00C101B5">
        <w:rPr>
          <w:rFonts w:ascii="Times New Roman CYR" w:hAnsi="Times New Roman CYR" w:cs="Times New Roman CYR"/>
          <w:sz w:val="26"/>
          <w:szCs w:val="26"/>
        </w:rPr>
        <w:t>. Взаимоотношения работников и руководителя МБДОУ «</w:t>
      </w:r>
      <w:r>
        <w:rPr>
          <w:rFonts w:ascii="Times New Roman CYR" w:hAnsi="Times New Roman CYR" w:cs="Times New Roman CYR"/>
          <w:sz w:val="26"/>
          <w:szCs w:val="26"/>
        </w:rPr>
        <w:t>ЦРР – детского сада № 5</w:t>
      </w:r>
      <w:r w:rsidRPr="00C101B5">
        <w:rPr>
          <w:rFonts w:ascii="Times New Roman CYR" w:hAnsi="Times New Roman CYR" w:cs="Times New Roman CYR"/>
          <w:sz w:val="26"/>
          <w:szCs w:val="26"/>
        </w:rPr>
        <w:t>» рег</w:t>
      </w:r>
      <w:r w:rsidRPr="00C101B5">
        <w:rPr>
          <w:rFonts w:ascii="Times New Roman CYR" w:hAnsi="Times New Roman CYR" w:cs="Times New Roman CYR"/>
          <w:sz w:val="26"/>
          <w:szCs w:val="26"/>
        </w:rPr>
        <w:t>у</w:t>
      </w:r>
      <w:r w:rsidRPr="00C101B5">
        <w:rPr>
          <w:rFonts w:ascii="Times New Roman CYR" w:hAnsi="Times New Roman CYR" w:cs="Times New Roman CYR"/>
          <w:sz w:val="26"/>
          <w:szCs w:val="26"/>
        </w:rPr>
        <w:t>лируются законодательством РФ о труде и коллективным договором.</w:t>
      </w:r>
    </w:p>
    <w:p w:rsidR="00303DB0" w:rsidRPr="00C101B5" w:rsidRDefault="00303DB0" w:rsidP="002008E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5. Порядок управления МБДОУ «</w:t>
      </w:r>
      <w:r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ЦРР -  детский сад №5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»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5.1.Структура и по</w:t>
      </w:r>
      <w:r>
        <w:rPr>
          <w:rFonts w:ascii="Times New Roman" w:hAnsi="Times New Roman"/>
          <w:sz w:val="26"/>
          <w:szCs w:val="24"/>
        </w:rPr>
        <w:t xml:space="preserve">рядок формирования, срок </w:t>
      </w:r>
      <w:r w:rsidRPr="00C101B5">
        <w:rPr>
          <w:rFonts w:ascii="Times New Roman" w:hAnsi="Times New Roman"/>
          <w:sz w:val="26"/>
          <w:szCs w:val="24"/>
        </w:rPr>
        <w:t>полномочий и компетенция органов управле</w:t>
      </w:r>
      <w:r>
        <w:rPr>
          <w:rFonts w:ascii="Times New Roman" w:hAnsi="Times New Roman"/>
          <w:sz w:val="26"/>
          <w:szCs w:val="24"/>
        </w:rPr>
        <w:t>ния Учреждения</w:t>
      </w:r>
      <w:r w:rsidRPr="00C101B5">
        <w:rPr>
          <w:rFonts w:ascii="Times New Roman" w:hAnsi="Times New Roman"/>
          <w:sz w:val="26"/>
          <w:szCs w:val="24"/>
        </w:rPr>
        <w:t>, порядок принятия решений и выступления от имени Учреждения устанавливаются Уставом Учреждения в соответствии с законодательством Российской Федерации.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5.2. Компетенция учредителя в области управления Учреждения:</w:t>
      </w:r>
    </w:p>
    <w:p w:rsidR="00303DB0" w:rsidRDefault="00303DB0" w:rsidP="008B7C91">
      <w:pPr>
        <w:pStyle w:val="NoSpacing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color w:val="000000"/>
          <w:sz w:val="26"/>
          <w:szCs w:val="24"/>
        </w:rPr>
        <w:t xml:space="preserve">- </w:t>
      </w:r>
      <w:r w:rsidRPr="00C101B5">
        <w:rPr>
          <w:rFonts w:ascii="Times New Roman" w:hAnsi="Times New Roman"/>
          <w:color w:val="000000"/>
          <w:sz w:val="26"/>
          <w:szCs w:val="24"/>
        </w:rPr>
        <w:t>Учредитель устанавливает муниципальное задание для Учреждения в соответствии с осно</w:t>
      </w:r>
      <w:r w:rsidRPr="00C101B5">
        <w:rPr>
          <w:rFonts w:ascii="Times New Roman" w:hAnsi="Times New Roman"/>
          <w:color w:val="000000"/>
          <w:sz w:val="26"/>
          <w:szCs w:val="24"/>
        </w:rPr>
        <w:t>в</w:t>
      </w:r>
      <w:r w:rsidRPr="00C101B5">
        <w:rPr>
          <w:rFonts w:ascii="Times New Roman" w:hAnsi="Times New Roman"/>
          <w:color w:val="000000"/>
          <w:sz w:val="26"/>
          <w:szCs w:val="24"/>
        </w:rPr>
        <w:t>ными видами деятельности, предусмотренными настоящим Уставом.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color w:val="000000"/>
          <w:sz w:val="26"/>
          <w:szCs w:val="24"/>
        </w:rPr>
        <w:t>-  п</w:t>
      </w:r>
      <w:r w:rsidRPr="00C101B5">
        <w:rPr>
          <w:rFonts w:ascii="Times New Roman" w:hAnsi="Times New Roman"/>
          <w:color w:val="000000"/>
          <w:sz w:val="26"/>
          <w:szCs w:val="24"/>
        </w:rPr>
        <w:t>ринимает решение об изменении муниципального задания.</w:t>
      </w:r>
    </w:p>
    <w:p w:rsidR="00303DB0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- </w:t>
      </w:r>
      <w:r w:rsidRPr="00C101B5">
        <w:rPr>
          <w:rFonts w:ascii="Times New Roman" w:hAnsi="Times New Roman"/>
          <w:sz w:val="26"/>
          <w:szCs w:val="24"/>
        </w:rPr>
        <w:t xml:space="preserve"> осуществляет финансовое обеспечение выполнения муниципального задания с учетом расх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дов на содержание недвижимого имущества за Учреждением или приобретенных Учреждением за счет средств, выделенных ему Учредителем на приобретение такого имущества,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- </w:t>
      </w:r>
      <w:r w:rsidRPr="00C101B5">
        <w:rPr>
          <w:rFonts w:ascii="Times New Roman" w:hAnsi="Times New Roman"/>
          <w:sz w:val="26"/>
          <w:szCs w:val="24"/>
        </w:rPr>
        <w:t xml:space="preserve"> расходов на уплату налогов, в качестве объекта налогообложения по которым признается с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ответствующее имущество, в том числе земельные участки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Отношение между Учредителем и Учреждением определяются договором, заключаемым между ними.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К компетенции Учредителя относится: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принятие решения о реорганизации и ликвидации Учреждения;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утверждение Устава Учреждения;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осуществление планирования расходов на содержание Учреждения в пределах ассигнований выделенных бюджетом;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представлять интересы Учреждения в вышестоящих и иных органах;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участие в управлении деятельностью Учреждения;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получение полной информации о деятельности Учреждения (организационной, финансово-хозяйственной, образовательной), в том числе материалов бухгалтерского учета, отчетности;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привлечение к дисциплинарной ответственности руководителя Учреждения в соответствии с трудовым законодательством Российской Федерации;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установление режима работы Учреждения и длительности пребывания в нем детей;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определение порядка комплектования Учреждения;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назначение руководителя Учреждения;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осуществление контроля над деятельностью Учреждения в части соблюдения Законодательс</w:t>
      </w:r>
      <w:r w:rsidRPr="00C101B5">
        <w:rPr>
          <w:rFonts w:ascii="Times New Roman" w:hAnsi="Times New Roman"/>
          <w:sz w:val="26"/>
          <w:szCs w:val="24"/>
        </w:rPr>
        <w:t>т</w:t>
      </w:r>
      <w:r w:rsidRPr="00C101B5">
        <w:rPr>
          <w:rFonts w:ascii="Times New Roman" w:hAnsi="Times New Roman"/>
          <w:sz w:val="26"/>
          <w:szCs w:val="24"/>
        </w:rPr>
        <w:t>ва об образовании и о труде Российской Федерации, за сохранность муниципальной собстве</w:t>
      </w:r>
      <w:r w:rsidRPr="00C101B5">
        <w:rPr>
          <w:rFonts w:ascii="Times New Roman" w:hAnsi="Times New Roman"/>
          <w:sz w:val="26"/>
          <w:szCs w:val="24"/>
        </w:rPr>
        <w:t>н</w:t>
      </w:r>
      <w:r w:rsidRPr="00C101B5">
        <w:rPr>
          <w:rFonts w:ascii="Times New Roman" w:hAnsi="Times New Roman"/>
          <w:sz w:val="26"/>
          <w:szCs w:val="24"/>
        </w:rPr>
        <w:t>ности, переданной Учреждению в оперативное управление, финансово-хозяйственной деятел</w:t>
      </w:r>
      <w:r w:rsidRPr="00C101B5">
        <w:rPr>
          <w:rFonts w:ascii="Times New Roman" w:hAnsi="Times New Roman"/>
          <w:sz w:val="26"/>
          <w:szCs w:val="24"/>
        </w:rPr>
        <w:t>ь</w:t>
      </w:r>
      <w:r w:rsidRPr="00C101B5">
        <w:rPr>
          <w:rFonts w:ascii="Times New Roman" w:hAnsi="Times New Roman"/>
          <w:sz w:val="26"/>
          <w:szCs w:val="24"/>
        </w:rPr>
        <w:t>ностью, соблюдения Государственных образовательных стандартов и нормативов;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осуществление контроля за своевременность предоставления отдельным категориям граждан дополнительных льгот, предусмотренных законодательством;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осуществление контроля над сохранностью и эффективным использованием Учреждением з</w:t>
      </w:r>
      <w:r w:rsidRPr="00C101B5">
        <w:rPr>
          <w:rFonts w:ascii="Times New Roman" w:hAnsi="Times New Roman"/>
          <w:sz w:val="26"/>
          <w:szCs w:val="24"/>
        </w:rPr>
        <w:t>а</w:t>
      </w:r>
      <w:r w:rsidRPr="00C101B5">
        <w:rPr>
          <w:rFonts w:ascii="Times New Roman" w:hAnsi="Times New Roman"/>
          <w:sz w:val="26"/>
          <w:szCs w:val="24"/>
        </w:rPr>
        <w:t>крепленной за ним собственности;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согласование смет на капитальный и текущий ремонт здания и помещений Учреждения, актов приемки выполненных работ;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согласование прейскурантов цен на оказание дополнительных платных услуг;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осуществление контроля над  деятельностью Учреждения в части реализации прав граждан в области образования;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обеспечение содержание зданий и сооружений Учреждения.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5.3. Структура, порядок формирования органов управления Учреждения, их компетенция и п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рядок организации деятельности</w:t>
      </w:r>
    </w:p>
    <w:p w:rsidR="00303DB0" w:rsidRPr="006523F1" w:rsidRDefault="00303DB0" w:rsidP="006523F1">
      <w:pPr>
        <w:shd w:val="clear" w:color="auto" w:fill="FFFFFF"/>
        <w:spacing w:before="100" w:beforeAutospacing="1" w:after="100" w:afterAutospacing="1" w:line="270" w:lineRule="atLeast"/>
        <w:rPr>
          <w:rFonts w:ascii="Arial" w:hAnsi="Arial" w:cs="Arial"/>
          <w:color w:val="FF0000"/>
          <w:sz w:val="23"/>
          <w:szCs w:val="23"/>
          <w:lang w:eastAsia="ru-RU"/>
        </w:rPr>
      </w:pPr>
      <w:r w:rsidRPr="006523F1">
        <w:rPr>
          <w:rFonts w:ascii="Arial" w:hAnsi="Arial" w:cs="Arial"/>
          <w:color w:val="FF0000"/>
          <w:sz w:val="23"/>
          <w:szCs w:val="23"/>
          <w:lang w:eastAsia="ru-RU"/>
        </w:rPr>
        <w:t>Ст 26 Управление образовательной организацией осуществляется на основе сочетания принципов единоначалия и коллегиальности. Единоличным исполнительным органом является руководитель – заведующий образовательной организации, который осуществляет текущее руководство де</w:t>
      </w:r>
      <w:r w:rsidRPr="006523F1">
        <w:rPr>
          <w:rFonts w:ascii="Arial" w:hAnsi="Arial" w:cs="Arial"/>
          <w:color w:val="FF0000"/>
          <w:sz w:val="23"/>
          <w:szCs w:val="23"/>
          <w:lang w:eastAsia="ru-RU"/>
        </w:rPr>
        <w:t>я</w:t>
      </w:r>
      <w:r w:rsidRPr="006523F1">
        <w:rPr>
          <w:rFonts w:ascii="Arial" w:hAnsi="Arial" w:cs="Arial"/>
          <w:color w:val="FF0000"/>
          <w:sz w:val="23"/>
          <w:szCs w:val="23"/>
          <w:lang w:eastAsia="ru-RU"/>
        </w:rPr>
        <w:t>тельностью образовательной организации.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Управление Учреждением строится на принципах единоначалия и </w:t>
      </w:r>
      <w:r w:rsidRPr="006523F1">
        <w:rPr>
          <w:rFonts w:ascii="Times New Roman" w:hAnsi="Times New Roman"/>
          <w:color w:val="FF0000"/>
          <w:sz w:val="26"/>
          <w:szCs w:val="24"/>
        </w:rPr>
        <w:t>самоуправлени</w:t>
      </w:r>
      <w:r w:rsidRPr="00C101B5">
        <w:rPr>
          <w:rFonts w:ascii="Times New Roman" w:hAnsi="Times New Roman"/>
          <w:sz w:val="26"/>
          <w:szCs w:val="24"/>
        </w:rPr>
        <w:t>я, обеспеч</w:t>
      </w:r>
      <w:r w:rsidRPr="00C101B5">
        <w:rPr>
          <w:rFonts w:ascii="Times New Roman" w:hAnsi="Times New Roman"/>
          <w:sz w:val="26"/>
          <w:szCs w:val="24"/>
        </w:rPr>
        <w:t>и</w:t>
      </w:r>
      <w:r w:rsidRPr="00C101B5">
        <w:rPr>
          <w:rFonts w:ascii="Times New Roman" w:hAnsi="Times New Roman"/>
          <w:sz w:val="26"/>
          <w:szCs w:val="24"/>
        </w:rPr>
        <w:t>вающих государственно-общественный характер управления бюджетным дошкольным образ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вательным учреждением. Непосредственное руководство Учреждения осуществляет проше</w:t>
      </w:r>
      <w:r w:rsidRPr="00C101B5">
        <w:rPr>
          <w:rFonts w:ascii="Times New Roman" w:hAnsi="Times New Roman"/>
          <w:sz w:val="26"/>
          <w:szCs w:val="24"/>
        </w:rPr>
        <w:t>д</w:t>
      </w:r>
      <w:r w:rsidRPr="00C101B5">
        <w:rPr>
          <w:rFonts w:ascii="Times New Roman" w:hAnsi="Times New Roman"/>
          <w:sz w:val="26"/>
          <w:szCs w:val="24"/>
        </w:rPr>
        <w:t>ший соответствующую аттестацию заведующий.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Прием на работу заведующего дошкольным образовательным учреждением осуществляется в порядке, определяемом уставом, и в соответствии с законодательством Российской Федерации.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  <w:u w:val="single"/>
        </w:rPr>
      </w:pPr>
      <w:r w:rsidRPr="00C101B5">
        <w:rPr>
          <w:rFonts w:ascii="Times New Roman" w:hAnsi="Times New Roman"/>
          <w:sz w:val="26"/>
          <w:szCs w:val="24"/>
          <w:u w:val="single"/>
        </w:rPr>
        <w:t>Заведующий  Учреждения: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действует от имени дошкольного образовательного учреждения, представляет его интересы во всех учреждениях и организациях;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распоряжается имуществом и средствами Учреждения в пределах прав, предоставленных ему договором, заключаемым между дошкольным образовательным учреждением и Учредителем;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заключает договоры, в том числе трудовые, выдает доверенности;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открывает лицевой счет в установленном порядке в соответствии с законодательством Росси</w:t>
      </w:r>
      <w:r w:rsidRPr="00C101B5">
        <w:rPr>
          <w:rFonts w:ascii="Times New Roman" w:hAnsi="Times New Roman"/>
          <w:sz w:val="26"/>
          <w:szCs w:val="24"/>
        </w:rPr>
        <w:t>й</w:t>
      </w:r>
      <w:r w:rsidRPr="00C101B5">
        <w:rPr>
          <w:rFonts w:ascii="Times New Roman" w:hAnsi="Times New Roman"/>
          <w:sz w:val="26"/>
          <w:szCs w:val="24"/>
        </w:rPr>
        <w:t>ской Федерации;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организует аттестацию педагогических работников детского сада;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контролирует совместно со своим заместителем по воспитательной </w:t>
      </w:r>
      <w:r>
        <w:rPr>
          <w:rFonts w:ascii="Times New Roman" w:hAnsi="Times New Roman"/>
          <w:sz w:val="26"/>
          <w:szCs w:val="24"/>
        </w:rPr>
        <w:t xml:space="preserve">и методической </w:t>
      </w:r>
      <w:r w:rsidRPr="00C101B5">
        <w:rPr>
          <w:rFonts w:ascii="Times New Roman" w:hAnsi="Times New Roman"/>
          <w:sz w:val="26"/>
          <w:szCs w:val="24"/>
        </w:rPr>
        <w:t>работе деятельность педагогов;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приостанавливает решение органов самоуправления детского сада, если они противоречат действующему законодательству;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организует дополнительные услуги, в том числе платные;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осуществляет прием детей и комплектование групп в соответствии с их возрастом;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распределяет обязанности между работниками Учреждения, утверждает должностные и др</w:t>
      </w:r>
      <w:r w:rsidRPr="00C101B5">
        <w:rPr>
          <w:rFonts w:ascii="Times New Roman" w:hAnsi="Times New Roman"/>
          <w:sz w:val="26"/>
          <w:szCs w:val="24"/>
        </w:rPr>
        <w:t>у</w:t>
      </w:r>
      <w:r w:rsidRPr="00C101B5">
        <w:rPr>
          <w:rFonts w:ascii="Times New Roman" w:hAnsi="Times New Roman"/>
          <w:sz w:val="26"/>
          <w:szCs w:val="24"/>
        </w:rPr>
        <w:t>гие инструкции;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распределяет учебную нагрузку, устанавливает ставки, и должностные оклады работников в пределах собственных финансовых средств;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издает приказы и распоряжения, обязательные для всех работников Учреждения;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   - осуществляет прием на работу и расстановку кадров, поощряет работников дошкольного о</w:t>
      </w:r>
      <w:r w:rsidRPr="00C101B5">
        <w:rPr>
          <w:rFonts w:ascii="Times New Roman" w:hAnsi="Times New Roman"/>
          <w:sz w:val="26"/>
          <w:szCs w:val="24"/>
        </w:rPr>
        <w:t>б</w:t>
      </w:r>
      <w:r w:rsidRPr="00C101B5">
        <w:rPr>
          <w:rFonts w:ascii="Times New Roman" w:hAnsi="Times New Roman"/>
          <w:sz w:val="26"/>
          <w:szCs w:val="24"/>
        </w:rPr>
        <w:t>разовательного учреждения, налагает взыскания и увольняет с работы;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несет ответственность за деятельность Учреждения  перед Учредителем.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Утверждает: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структуру образовательного учреждения и штатное расписание, графики работы, расписания занятий, годовой план  Учреждения;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решает другие вопросы, относящиеся к компетенции Учреждения.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Формами самоуправления Учреждения является: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общее собрание трудового коллектива, педагогический совет, родительский комитет.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5.4. Педагогический совет – коллегиальный орган, объединяющий педагогических работников образовательного учреждения, создаваемый в целях развития и совершенствования учебно-воспитательного процесса, повышения профессионального мастерства и творческого роста п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дагогических работников образовательного учреждения.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Педагогический совет под председательством Заведующего: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обсуждает и производит выбор различных вариантов содержания образования, форм, методов учебно-воспитательного процесса и способов их реализации;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обсуждает годовой план, учебный график;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организует работу по повышению квалификации педагогических работников, развитию их творческих инициатив;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ознакомление и внедрение в практическую деятельность педагогических работников достиж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ний педагогической науки и передового педагогического опыта;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решает иные вопросы, связанные с осуществлением деятельности образовательного учрежд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ния.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Педагогический совет созывается Заведующим по мере необходимости, но не реже четырех раз в год. Внеочередные заседания Педагогического совета проводятся по требованию не менее о</w:t>
      </w:r>
      <w:r w:rsidRPr="00C101B5">
        <w:rPr>
          <w:rFonts w:ascii="Times New Roman" w:hAnsi="Times New Roman"/>
          <w:sz w:val="26"/>
          <w:szCs w:val="24"/>
        </w:rPr>
        <w:t>д</w:t>
      </w:r>
      <w:r w:rsidRPr="00C101B5">
        <w:rPr>
          <w:rFonts w:ascii="Times New Roman" w:hAnsi="Times New Roman"/>
          <w:sz w:val="26"/>
          <w:szCs w:val="24"/>
        </w:rPr>
        <w:t>ной трети педагогических работников образовательного учреждения. Решение Педагогического совета является правомочным, если на заседании присутствовало не менее двух третей педаг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гических работников образовательного учреждения и если за него проголосовало более полов</w:t>
      </w:r>
      <w:r w:rsidRPr="00C101B5">
        <w:rPr>
          <w:rFonts w:ascii="Times New Roman" w:hAnsi="Times New Roman"/>
          <w:sz w:val="26"/>
          <w:szCs w:val="24"/>
        </w:rPr>
        <w:t>и</w:t>
      </w:r>
      <w:r w:rsidRPr="00C101B5">
        <w:rPr>
          <w:rFonts w:ascii="Times New Roman" w:hAnsi="Times New Roman"/>
          <w:sz w:val="26"/>
          <w:szCs w:val="24"/>
        </w:rPr>
        <w:t>ны присутствующих педагогов. Процедура  голосования определяется Педагогическим советом. Решения Педагогического совета реализуются приказами Заведующего.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b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5.5.  Родительский комитет</w:t>
      </w:r>
      <w:r w:rsidRPr="00C101B5">
        <w:rPr>
          <w:rFonts w:ascii="Times New Roman" w:hAnsi="Times New Roman"/>
          <w:b/>
          <w:sz w:val="26"/>
          <w:szCs w:val="24"/>
        </w:rPr>
        <w:t xml:space="preserve"> - </w:t>
      </w:r>
      <w:r w:rsidRPr="00C101B5">
        <w:rPr>
          <w:rFonts w:ascii="Times New Roman" w:hAnsi="Times New Roman"/>
          <w:sz w:val="26"/>
          <w:szCs w:val="24"/>
        </w:rPr>
        <w:t xml:space="preserve">создается из представителей родителей (законных представителей) воспитанников, уполномоченных родительским собранием каждой группы, в количестве, один человек из каждой группы.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b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Кроме того, в состав родительского комитета входят два члена администрации образовательн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 xml:space="preserve">го учреждения, уполномоченные заведующим.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Родительский комитет создается для оказания помощи Учреждению в деле воспитания, обуч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ния, улучшения условий жизни и здоровья дошкольников.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В компетенции Родительского комитета входит содействие руководства Учреждения в сове</w:t>
      </w:r>
      <w:r w:rsidRPr="00C101B5">
        <w:rPr>
          <w:rFonts w:ascii="Times New Roman" w:hAnsi="Times New Roman"/>
          <w:sz w:val="26"/>
          <w:szCs w:val="24"/>
        </w:rPr>
        <w:t>р</w:t>
      </w:r>
      <w:r w:rsidRPr="00C101B5">
        <w:rPr>
          <w:rFonts w:ascii="Times New Roman" w:hAnsi="Times New Roman"/>
          <w:sz w:val="26"/>
          <w:szCs w:val="24"/>
        </w:rPr>
        <w:t>шенствовании условий для осуществления образовательного процесса, охране жизни и здоровья воспитанников, свободному развитию личности, защите законных прав и интересов воспита</w:t>
      </w:r>
      <w:r w:rsidRPr="00C101B5">
        <w:rPr>
          <w:rFonts w:ascii="Times New Roman" w:hAnsi="Times New Roman"/>
          <w:sz w:val="26"/>
          <w:szCs w:val="24"/>
        </w:rPr>
        <w:t>н</w:t>
      </w:r>
      <w:r w:rsidRPr="00C101B5">
        <w:rPr>
          <w:rFonts w:ascii="Times New Roman" w:hAnsi="Times New Roman"/>
          <w:sz w:val="26"/>
          <w:szCs w:val="24"/>
        </w:rPr>
        <w:t>ников. Привлечение дополнительных внебюджетных средств и содействие их рациональному использованию для обеспечения деятельности и развития Учреждения, организация конкурсов, выставок и т.п. мероприятий.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Родительский комитет созывается по инициативе не менее одной третий его состава, но не реже четырех раз в год. Решение Родительского комитета является правомочным, если на заседании присутствовало не менее двух третьих его состава и если за него проголосовало более половины присутствующих. Процедура голосования определяется родительским комитетом.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5.6. Общее собрание трудового коллектива</w:t>
      </w:r>
      <w:r w:rsidRPr="00C101B5">
        <w:rPr>
          <w:rFonts w:ascii="Times New Roman" w:hAnsi="Times New Roman"/>
          <w:b/>
          <w:sz w:val="26"/>
          <w:szCs w:val="24"/>
        </w:rPr>
        <w:t xml:space="preserve"> </w:t>
      </w:r>
      <w:r w:rsidRPr="00C101B5">
        <w:rPr>
          <w:rFonts w:ascii="Times New Roman" w:hAnsi="Times New Roman"/>
          <w:sz w:val="26"/>
          <w:szCs w:val="24"/>
        </w:rPr>
        <w:t>составляют все граждане, участвующие своим тр</w:t>
      </w:r>
      <w:r w:rsidRPr="00C101B5">
        <w:rPr>
          <w:rFonts w:ascii="Times New Roman" w:hAnsi="Times New Roman"/>
          <w:sz w:val="26"/>
          <w:szCs w:val="24"/>
        </w:rPr>
        <w:t>у</w:t>
      </w:r>
      <w:r w:rsidRPr="00C101B5">
        <w:rPr>
          <w:rFonts w:ascii="Times New Roman" w:hAnsi="Times New Roman"/>
          <w:sz w:val="26"/>
          <w:szCs w:val="24"/>
        </w:rPr>
        <w:t xml:space="preserve">дом в деятельности в Учреждения на основе трудового договора.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Общее собрание трудового коллектива собирается по мере надобности, но не реже двух раз в год.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Общее собрание трудового коллектива вправе принимать решения, если в его работе участвуют более половины сотрудников, для которых образовательное учреждение является основным м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стом работы.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Решения общего собрания трудового коллектива принимаются простым большинством голосов присутствующих на собрании работников образовательного учреждения. Процедура голосов</w:t>
      </w:r>
      <w:r w:rsidRPr="00C101B5">
        <w:rPr>
          <w:rFonts w:ascii="Times New Roman" w:hAnsi="Times New Roman"/>
          <w:sz w:val="26"/>
          <w:szCs w:val="24"/>
        </w:rPr>
        <w:t>а</w:t>
      </w:r>
      <w:r w:rsidRPr="00C101B5">
        <w:rPr>
          <w:rFonts w:ascii="Times New Roman" w:hAnsi="Times New Roman"/>
          <w:sz w:val="26"/>
          <w:szCs w:val="24"/>
        </w:rPr>
        <w:t xml:space="preserve">ния определяется Общим собранием трудового коллектива.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К исключительной компетенции Общего собрания трудового коллектива относится: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рассматривает и принимает Устав Учреждения, изменения и дополнения, вносимые в него;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утверждение Правил внутреннего трудового распорядка образовательного учреждения по представлению заведующего;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принятие решения о необходимости заключения коллективного договора;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образование органа общественной самостоятельности – Совета трудового коллектива - для в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дения коллективных переговоров с администрацией образовательного учреждения по вопросам заключения, изменения, дополнения коллективного договора и контроля за его выполнением;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утверждение коллективного договора;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заслушивание ежегодного отчета Совета трудового коллектива и администрации образов</w:t>
      </w:r>
      <w:r w:rsidRPr="00C101B5">
        <w:rPr>
          <w:rFonts w:ascii="Times New Roman" w:hAnsi="Times New Roman"/>
          <w:sz w:val="26"/>
          <w:szCs w:val="24"/>
        </w:rPr>
        <w:t>а</w:t>
      </w:r>
      <w:r w:rsidRPr="00C101B5">
        <w:rPr>
          <w:rFonts w:ascii="Times New Roman" w:hAnsi="Times New Roman"/>
          <w:sz w:val="26"/>
          <w:szCs w:val="24"/>
        </w:rPr>
        <w:t>тельного учреждения о выполнении коллективного договора;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определение численности и срока полномочий Комиссии по трудовым спорам образовател</w:t>
      </w:r>
      <w:r w:rsidRPr="00C101B5">
        <w:rPr>
          <w:rFonts w:ascii="Times New Roman" w:hAnsi="Times New Roman"/>
          <w:sz w:val="26"/>
          <w:szCs w:val="24"/>
        </w:rPr>
        <w:t>ь</w:t>
      </w:r>
      <w:r w:rsidRPr="00C101B5">
        <w:rPr>
          <w:rFonts w:ascii="Times New Roman" w:hAnsi="Times New Roman"/>
          <w:sz w:val="26"/>
          <w:szCs w:val="24"/>
        </w:rPr>
        <w:t>ного учреждения, избрание ее членов;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выдвижение коллективных требований работников образовательного учреждения и избрание полномочных представителей для участия в разрешении коллективного трудового спора;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рассматривает другие вопросы, вносимые на его обсуждении заведующим или советом учре</w:t>
      </w:r>
      <w:r w:rsidRPr="00C101B5">
        <w:rPr>
          <w:rFonts w:ascii="Times New Roman" w:hAnsi="Times New Roman"/>
          <w:sz w:val="26"/>
          <w:szCs w:val="24"/>
        </w:rPr>
        <w:t>ж</w:t>
      </w:r>
      <w:r w:rsidRPr="00C101B5">
        <w:rPr>
          <w:rFonts w:ascii="Times New Roman" w:hAnsi="Times New Roman"/>
          <w:sz w:val="26"/>
          <w:szCs w:val="24"/>
        </w:rPr>
        <w:t>дения.</w:t>
      </w:r>
    </w:p>
    <w:p w:rsidR="00303DB0" w:rsidRPr="00C101B5" w:rsidRDefault="00303DB0" w:rsidP="00DC34D1">
      <w:pPr>
        <w:pStyle w:val="NoSpacing"/>
        <w:jc w:val="center"/>
        <w:rPr>
          <w:rFonts w:ascii="Times New Roman" w:hAnsi="Times New Roman"/>
          <w:b/>
          <w:sz w:val="26"/>
          <w:szCs w:val="24"/>
        </w:rPr>
      </w:pPr>
      <w:r w:rsidRPr="00C101B5">
        <w:rPr>
          <w:rFonts w:ascii="Times New Roman" w:hAnsi="Times New Roman"/>
          <w:b/>
          <w:sz w:val="26"/>
          <w:szCs w:val="24"/>
        </w:rPr>
        <w:t>6. Имущество и финансовое обеспечение деятельности</w:t>
      </w:r>
    </w:p>
    <w:p w:rsidR="00303DB0" w:rsidRPr="00C101B5" w:rsidRDefault="00303DB0" w:rsidP="00DC34D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МБДОУ «</w:t>
      </w:r>
      <w:r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ЦРР - детский сад № 5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»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bCs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6.1. </w:t>
      </w:r>
      <w:r w:rsidRPr="00C101B5">
        <w:rPr>
          <w:rFonts w:ascii="Times New Roman" w:hAnsi="Times New Roman"/>
          <w:bCs/>
          <w:sz w:val="26"/>
          <w:szCs w:val="24"/>
        </w:rPr>
        <w:t xml:space="preserve">Имущество </w:t>
      </w:r>
      <w:r w:rsidRPr="00C101B5">
        <w:rPr>
          <w:rFonts w:ascii="Times New Roman" w:hAnsi="Times New Roman"/>
          <w:sz w:val="26"/>
          <w:szCs w:val="24"/>
        </w:rPr>
        <w:t>Учреждения</w:t>
      </w:r>
      <w:r w:rsidRPr="00C101B5">
        <w:rPr>
          <w:rFonts w:ascii="Times New Roman" w:hAnsi="Times New Roman"/>
          <w:bCs/>
          <w:sz w:val="26"/>
          <w:szCs w:val="24"/>
        </w:rPr>
        <w:t xml:space="preserve"> находится в муниципальной собственности муниципального обр</w:t>
      </w:r>
      <w:r w:rsidRPr="00C101B5">
        <w:rPr>
          <w:rFonts w:ascii="Times New Roman" w:hAnsi="Times New Roman"/>
          <w:bCs/>
          <w:sz w:val="26"/>
          <w:szCs w:val="24"/>
        </w:rPr>
        <w:t>а</w:t>
      </w:r>
      <w:r w:rsidRPr="00C101B5">
        <w:rPr>
          <w:rFonts w:ascii="Times New Roman" w:hAnsi="Times New Roman"/>
          <w:bCs/>
          <w:sz w:val="26"/>
          <w:szCs w:val="24"/>
        </w:rPr>
        <w:t xml:space="preserve">зования Дальнереченский городской округ.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bCs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bCs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6.2. </w:t>
      </w:r>
      <w:r w:rsidRPr="00C101B5">
        <w:rPr>
          <w:rFonts w:ascii="Times New Roman" w:hAnsi="Times New Roman"/>
          <w:bCs/>
          <w:sz w:val="26"/>
          <w:szCs w:val="24"/>
        </w:rPr>
        <w:t xml:space="preserve">Имущество, переданное </w:t>
      </w:r>
      <w:r w:rsidRPr="00C101B5">
        <w:rPr>
          <w:rFonts w:ascii="Times New Roman" w:hAnsi="Times New Roman"/>
          <w:sz w:val="26"/>
          <w:szCs w:val="24"/>
        </w:rPr>
        <w:t>Учреждению</w:t>
      </w:r>
      <w:r w:rsidRPr="00C101B5">
        <w:rPr>
          <w:rFonts w:ascii="Times New Roman" w:hAnsi="Times New Roman"/>
          <w:bCs/>
          <w:sz w:val="26"/>
          <w:szCs w:val="24"/>
        </w:rPr>
        <w:t xml:space="preserve"> Учредителем, закрепляется за ним на праве опер</w:t>
      </w:r>
      <w:r w:rsidRPr="00C101B5">
        <w:rPr>
          <w:rFonts w:ascii="Times New Roman" w:hAnsi="Times New Roman"/>
          <w:bCs/>
          <w:sz w:val="26"/>
          <w:szCs w:val="24"/>
        </w:rPr>
        <w:t>а</w:t>
      </w:r>
      <w:r w:rsidRPr="00C101B5">
        <w:rPr>
          <w:rFonts w:ascii="Times New Roman" w:hAnsi="Times New Roman"/>
          <w:bCs/>
          <w:sz w:val="26"/>
          <w:szCs w:val="24"/>
        </w:rPr>
        <w:t>тивного управления в порядке, установленном Гражданским кодексом Российской Федерации.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bCs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Style w:val="FontStyle37"/>
          <w:sz w:val="26"/>
          <w:szCs w:val="24"/>
        </w:rPr>
      </w:pPr>
      <w:r w:rsidRPr="00C101B5">
        <w:rPr>
          <w:rStyle w:val="FontStyle37"/>
          <w:sz w:val="26"/>
          <w:szCs w:val="24"/>
        </w:rPr>
        <w:t xml:space="preserve">6.3. Собственник имущества вправе изъять излишнее, неиспользуемое или используемое не по назначению имущество, закрепленное за </w:t>
      </w:r>
      <w:r w:rsidRPr="00C101B5">
        <w:rPr>
          <w:rFonts w:ascii="Times New Roman" w:hAnsi="Times New Roman"/>
          <w:sz w:val="26"/>
          <w:szCs w:val="24"/>
        </w:rPr>
        <w:t>Учреждением</w:t>
      </w:r>
      <w:r w:rsidRPr="00C101B5">
        <w:rPr>
          <w:rStyle w:val="FontStyle37"/>
          <w:sz w:val="26"/>
          <w:szCs w:val="24"/>
        </w:rPr>
        <w:t xml:space="preserve">, либо приобретенное </w:t>
      </w:r>
      <w:r w:rsidRPr="00C101B5">
        <w:rPr>
          <w:rFonts w:ascii="Times New Roman" w:hAnsi="Times New Roman"/>
          <w:sz w:val="26"/>
          <w:szCs w:val="24"/>
        </w:rPr>
        <w:t xml:space="preserve">Учреждением </w:t>
      </w:r>
      <w:r w:rsidRPr="00C101B5">
        <w:rPr>
          <w:rStyle w:val="FontStyle37"/>
          <w:sz w:val="26"/>
          <w:szCs w:val="24"/>
        </w:rPr>
        <w:t>за счет средств, выделенных ему собственником на приобретение этого имущества, и распор</w:t>
      </w:r>
      <w:r w:rsidRPr="00C101B5">
        <w:rPr>
          <w:rStyle w:val="FontStyle37"/>
          <w:sz w:val="26"/>
          <w:szCs w:val="24"/>
        </w:rPr>
        <w:t>я</w:t>
      </w:r>
      <w:r w:rsidRPr="00C101B5">
        <w:rPr>
          <w:rStyle w:val="FontStyle37"/>
          <w:sz w:val="26"/>
          <w:szCs w:val="24"/>
        </w:rPr>
        <w:t>диться им по своему усмотрению.</w:t>
      </w:r>
    </w:p>
    <w:p w:rsidR="00303DB0" w:rsidRPr="00C101B5" w:rsidRDefault="00303DB0" w:rsidP="008B7C91">
      <w:pPr>
        <w:pStyle w:val="NoSpacing"/>
        <w:jc w:val="both"/>
        <w:rPr>
          <w:rStyle w:val="FontStyle37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6.4. Учреждение может осуществлять приносящую доход деятельность, лишь постольку, п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скольку это служит достижению целей, ради которых оно создано, и соответствует указанным целям.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6.5. Учреждение и закрепленные за ним на правах оперативного управления объекты – приват</w:t>
      </w:r>
      <w:r w:rsidRPr="00C101B5">
        <w:rPr>
          <w:rFonts w:ascii="Times New Roman" w:hAnsi="Times New Roman"/>
          <w:sz w:val="26"/>
          <w:szCs w:val="24"/>
        </w:rPr>
        <w:t>и</w:t>
      </w:r>
      <w:r w:rsidRPr="00C101B5">
        <w:rPr>
          <w:rFonts w:ascii="Times New Roman" w:hAnsi="Times New Roman"/>
          <w:sz w:val="26"/>
          <w:szCs w:val="24"/>
        </w:rPr>
        <w:t>зации не подлежат.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6.6. Учреждение согласовывает с  Собственником  распоряжение</w:t>
      </w:r>
      <w:r w:rsidRPr="00C101B5">
        <w:rPr>
          <w:rFonts w:ascii="Times New Roman" w:hAnsi="Times New Roman"/>
          <w:sz w:val="26"/>
          <w:szCs w:val="24"/>
        </w:rPr>
        <w:t xml:space="preserve">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</w:t>
      </w:r>
      <w:r w:rsidRPr="00C101B5">
        <w:rPr>
          <w:rFonts w:ascii="Times New Roman" w:hAnsi="Times New Roman"/>
          <w:sz w:val="26"/>
          <w:szCs w:val="24"/>
        </w:rPr>
        <w:t>и</w:t>
      </w:r>
      <w:r w:rsidRPr="00C101B5">
        <w:rPr>
          <w:rFonts w:ascii="Times New Roman" w:hAnsi="Times New Roman"/>
          <w:sz w:val="26"/>
          <w:szCs w:val="24"/>
        </w:rPr>
        <w:t>жимым имуществом. Остальным находящимся на праве оперативного управления имуществом Учреждение вправе распоряжаться самостоятельно, если иное не предусмотрено действующим законодательством Российской Федерации. Перечень особо ценного движимого имущества о</w:t>
      </w:r>
      <w:r w:rsidRPr="00C101B5">
        <w:rPr>
          <w:rFonts w:ascii="Times New Roman" w:hAnsi="Times New Roman"/>
          <w:sz w:val="26"/>
          <w:szCs w:val="24"/>
        </w:rPr>
        <w:t>п</w:t>
      </w:r>
      <w:r w:rsidRPr="00C101B5">
        <w:rPr>
          <w:rFonts w:ascii="Times New Roman" w:hAnsi="Times New Roman"/>
          <w:sz w:val="26"/>
          <w:szCs w:val="24"/>
        </w:rPr>
        <w:t>ределяется Учредителем.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6.7. Учреждение финансируется в зависимости от количества установленных групп дошкольн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го и раннего возраста согласно тарификации и штатного расписания.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6.8. Источниками формирования имущества и финансовых средств Учреждения являются: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средства, получаемые от Учредителя;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 средства местного бюджета;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имущество, переданное Учреждению;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внебюджетные средства;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добровольные пожертвования родителей, других физических и юридических лиц;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доход от  платных образовательных услуг;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другие источники в соответствии с законодательством Российской Федерации; 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субсидии на выполнение муниципального задания;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субсидии на иные цели.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6.9. Учреждение является собственником финансовых и материальных средств, полученных за счет своих доходов и средств, переданных в форме дара физическими и юридическими лицами, и использует их по собственному усмотрению. Материальные и финансовые средства Учрежд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ния изъятию не подлежат.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6.10. Учреждение имеет право оказывать платные дополнительные образовательные услуги в соответствии с Постановлением «Об утверждении Правил оказания </w:t>
      </w:r>
      <w:r>
        <w:rPr>
          <w:rFonts w:ascii="Times New Roman" w:hAnsi="Times New Roman"/>
          <w:sz w:val="26"/>
          <w:szCs w:val="24"/>
        </w:rPr>
        <w:t xml:space="preserve">платных образовательных услуг» </w:t>
      </w:r>
      <w:r w:rsidRPr="00C101B5">
        <w:rPr>
          <w:rFonts w:ascii="Times New Roman" w:hAnsi="Times New Roman"/>
          <w:sz w:val="26"/>
          <w:szCs w:val="24"/>
        </w:rPr>
        <w:t>, лицензией, и внесением в устав.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6.12. Учреждение обязано обеспечивать выполнение муниципального задания.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6.13. Учреждение не вправе отказаться от выполнения муниципального задания.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6.14. Порядок и условия применения системы оплаты труда, в том числе компенсационных и стимулирующих выплат работникам муниципального бюджетного дошкольного образовател</w:t>
      </w:r>
      <w:r w:rsidRPr="00C101B5">
        <w:rPr>
          <w:rFonts w:ascii="Times New Roman" w:hAnsi="Times New Roman"/>
          <w:sz w:val="26"/>
          <w:szCs w:val="24"/>
        </w:rPr>
        <w:t>ь</w:t>
      </w:r>
      <w:r w:rsidRPr="00C101B5">
        <w:rPr>
          <w:rFonts w:ascii="Times New Roman" w:hAnsi="Times New Roman"/>
          <w:sz w:val="26"/>
          <w:szCs w:val="24"/>
        </w:rPr>
        <w:t>ного учреждения Дальнереченского городского округа устанавливает Положение об оплате труда работников муниципальных дошкольных образовательных учреждений Дальнереченск</w:t>
      </w:r>
      <w:r w:rsidRPr="00C101B5">
        <w:rPr>
          <w:rFonts w:ascii="Times New Roman" w:hAnsi="Times New Roman"/>
          <w:sz w:val="26"/>
          <w:szCs w:val="24"/>
        </w:rPr>
        <w:t>о</w:t>
      </w:r>
      <w:r>
        <w:rPr>
          <w:rFonts w:ascii="Times New Roman" w:hAnsi="Times New Roman"/>
          <w:sz w:val="26"/>
          <w:szCs w:val="24"/>
        </w:rPr>
        <w:t xml:space="preserve">го городского округа и </w:t>
      </w:r>
      <w:r w:rsidRPr="00C101B5">
        <w:rPr>
          <w:rFonts w:ascii="Times New Roman" w:hAnsi="Times New Roman"/>
          <w:sz w:val="26"/>
          <w:szCs w:val="24"/>
        </w:rPr>
        <w:t xml:space="preserve"> </w:t>
      </w:r>
      <w:r w:rsidRPr="00C101B5">
        <w:rPr>
          <w:rFonts w:ascii="Times New Roman" w:hAnsi="Times New Roman"/>
          <w:color w:val="000000"/>
          <w:sz w:val="26"/>
          <w:szCs w:val="24"/>
        </w:rPr>
        <w:t>П</w:t>
      </w:r>
      <w:r w:rsidRPr="00C101B5">
        <w:rPr>
          <w:rFonts w:ascii="Times New Roman" w:hAnsi="Times New Roman"/>
          <w:sz w:val="26"/>
          <w:szCs w:val="24"/>
        </w:rPr>
        <w:t xml:space="preserve">оложение об оплате труда работников </w:t>
      </w:r>
      <w:r>
        <w:rPr>
          <w:rFonts w:ascii="Times New Roman" w:hAnsi="Times New Roman"/>
          <w:sz w:val="26"/>
          <w:szCs w:val="24"/>
        </w:rPr>
        <w:t>МБДОУ «ЦРР – детского сада № 5»</w:t>
      </w:r>
      <w:r>
        <w:rPr>
          <w:rFonts w:ascii="Times New Roman" w:hAnsi="Times New Roman"/>
          <w:bCs/>
          <w:color w:val="000000"/>
          <w:sz w:val="26"/>
          <w:szCs w:val="24"/>
        </w:rPr>
        <w:t xml:space="preserve"> </w:t>
      </w:r>
      <w:r w:rsidRPr="00C101B5">
        <w:rPr>
          <w:rFonts w:ascii="Times New Roman" w:hAnsi="Times New Roman"/>
          <w:bCs/>
          <w:color w:val="000000"/>
          <w:sz w:val="26"/>
          <w:szCs w:val="24"/>
        </w:rPr>
        <w:t>Дальнереченского городского округа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6.16. Учреждение отвечает по своим обязательствам находящимися в его распоряжении, дене</w:t>
      </w:r>
      <w:r w:rsidRPr="00C101B5">
        <w:rPr>
          <w:rFonts w:ascii="Times New Roman" w:hAnsi="Times New Roman"/>
          <w:sz w:val="26"/>
          <w:szCs w:val="24"/>
        </w:rPr>
        <w:t>ж</w:t>
      </w:r>
      <w:r>
        <w:rPr>
          <w:rFonts w:ascii="Times New Roman" w:hAnsi="Times New Roman"/>
          <w:sz w:val="26"/>
          <w:szCs w:val="24"/>
        </w:rPr>
        <w:t>ными средствами и имуществом.</w:t>
      </w:r>
    </w:p>
    <w:p w:rsidR="00303DB0" w:rsidRDefault="00303DB0" w:rsidP="008B7C9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</w:p>
    <w:p w:rsidR="00303DB0" w:rsidRPr="00C101B5" w:rsidRDefault="00303DB0" w:rsidP="00DC34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 xml:space="preserve">7. Ликвидация и реорганизация МБДОУ «ЦРР </w:t>
      </w:r>
      <w:r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- детский сад №5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»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101B5">
        <w:rPr>
          <w:rFonts w:ascii="Times New Roman" w:hAnsi="Times New Roman"/>
          <w:sz w:val="26"/>
          <w:szCs w:val="24"/>
        </w:rPr>
        <w:t>7.1. Учреждение реорганизуется или ликвидируется в порядке, установленном гражданским з</w:t>
      </w:r>
      <w:r w:rsidRPr="00C101B5">
        <w:rPr>
          <w:rFonts w:ascii="Times New Roman" w:hAnsi="Times New Roman"/>
          <w:sz w:val="26"/>
          <w:szCs w:val="24"/>
        </w:rPr>
        <w:t>а</w:t>
      </w:r>
      <w:r w:rsidRPr="00C101B5">
        <w:rPr>
          <w:rFonts w:ascii="Times New Roman" w:hAnsi="Times New Roman"/>
          <w:sz w:val="26"/>
          <w:szCs w:val="24"/>
        </w:rPr>
        <w:t>конодательством, с учетом особенностей, предусмотренных законодательством об образовании.</w:t>
      </w:r>
    </w:p>
    <w:p w:rsidR="00303DB0" w:rsidRDefault="00303DB0" w:rsidP="008B7C91">
      <w:pPr>
        <w:pStyle w:val="ConsPlusNormal"/>
        <w:ind w:firstLine="0"/>
        <w:jc w:val="both"/>
      </w:pPr>
    </w:p>
    <w:p w:rsidR="00303DB0" w:rsidRPr="005B389C" w:rsidRDefault="00303DB0" w:rsidP="008B7C91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 w:rsidRPr="005B389C">
        <w:rPr>
          <w:rFonts w:ascii="Times New Roman" w:hAnsi="Times New Roman" w:cs="Times New Roman"/>
          <w:sz w:val="26"/>
        </w:rPr>
        <w:t>7.2. В случае реорганизации или ликвидации Учреждения Учредитель обеспечивает перевод д</w:t>
      </w:r>
      <w:r w:rsidRPr="005B389C">
        <w:rPr>
          <w:rFonts w:ascii="Times New Roman" w:hAnsi="Times New Roman" w:cs="Times New Roman"/>
          <w:sz w:val="26"/>
        </w:rPr>
        <w:t>е</w:t>
      </w:r>
      <w:r w:rsidRPr="005B389C">
        <w:rPr>
          <w:rFonts w:ascii="Times New Roman" w:hAnsi="Times New Roman" w:cs="Times New Roman"/>
          <w:sz w:val="26"/>
        </w:rPr>
        <w:t>тей с согласия родителей (законных представителей) в другие дошкольные образовательные о</w:t>
      </w:r>
      <w:r w:rsidRPr="005B389C">
        <w:rPr>
          <w:rFonts w:ascii="Times New Roman" w:hAnsi="Times New Roman" w:cs="Times New Roman"/>
          <w:sz w:val="26"/>
        </w:rPr>
        <w:t>р</w:t>
      </w:r>
      <w:r w:rsidRPr="005B389C">
        <w:rPr>
          <w:rFonts w:ascii="Times New Roman" w:hAnsi="Times New Roman" w:cs="Times New Roman"/>
          <w:sz w:val="26"/>
        </w:rPr>
        <w:t>ганизации.</w:t>
      </w:r>
    </w:p>
    <w:p w:rsidR="00303DB0" w:rsidRPr="005B389C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7.3. Реорганизация влечёт за собой переход прав и обязанностей Учреждения к его правопрее</w:t>
      </w:r>
      <w:r w:rsidRPr="00C101B5">
        <w:rPr>
          <w:rFonts w:ascii="Times New Roman" w:hAnsi="Times New Roman"/>
          <w:sz w:val="26"/>
          <w:szCs w:val="24"/>
        </w:rPr>
        <w:t>м</w:t>
      </w:r>
      <w:r w:rsidRPr="00C101B5">
        <w:rPr>
          <w:rFonts w:ascii="Times New Roman" w:hAnsi="Times New Roman"/>
          <w:sz w:val="26"/>
          <w:szCs w:val="24"/>
        </w:rPr>
        <w:t>нику в соответствии с действующим законодательством Российской Федерации.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7.4. При реорганизации Учреждения имущество, средства и документация Учреждения (упра</w:t>
      </w:r>
      <w:r w:rsidRPr="00C101B5">
        <w:rPr>
          <w:rFonts w:ascii="Times New Roman" w:hAnsi="Times New Roman"/>
          <w:sz w:val="26"/>
          <w:szCs w:val="24"/>
        </w:rPr>
        <w:t>в</w:t>
      </w:r>
      <w:r w:rsidRPr="00C101B5">
        <w:rPr>
          <w:rFonts w:ascii="Times New Roman" w:hAnsi="Times New Roman"/>
          <w:sz w:val="26"/>
          <w:szCs w:val="24"/>
        </w:rPr>
        <w:t>ленческие, финансово-хозяйственные, по личному составу и другие) передаются в установле</w:t>
      </w:r>
      <w:r w:rsidRPr="00C101B5">
        <w:rPr>
          <w:rFonts w:ascii="Times New Roman" w:hAnsi="Times New Roman"/>
          <w:sz w:val="26"/>
          <w:szCs w:val="24"/>
        </w:rPr>
        <w:t>н</w:t>
      </w:r>
      <w:r w:rsidRPr="00C101B5">
        <w:rPr>
          <w:rFonts w:ascii="Times New Roman" w:hAnsi="Times New Roman"/>
          <w:sz w:val="26"/>
          <w:szCs w:val="24"/>
        </w:rPr>
        <w:t>ном порядке Учредителю – правопреемнику.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7.5. Ликвидация Учреждения производится на основании решения о ликвидации Учреждения, принимаемого администрацией Дальнереченского городского округа в форме постановления администрации Дальнереченского городского округа или по решению суда в порядке, пред</w:t>
      </w:r>
      <w:r w:rsidRPr="00C101B5">
        <w:rPr>
          <w:rFonts w:ascii="Times New Roman" w:hAnsi="Times New Roman"/>
          <w:sz w:val="26"/>
          <w:szCs w:val="24"/>
        </w:rPr>
        <w:t>у</w:t>
      </w:r>
      <w:r w:rsidRPr="00C101B5">
        <w:rPr>
          <w:rFonts w:ascii="Times New Roman" w:hAnsi="Times New Roman"/>
          <w:sz w:val="26"/>
          <w:szCs w:val="24"/>
        </w:rPr>
        <w:t>смотренном нормативными правовыми актами Российской Федерации и органов местного с</w:t>
      </w:r>
      <w:r w:rsidRPr="00C101B5">
        <w:rPr>
          <w:rFonts w:ascii="Times New Roman" w:hAnsi="Times New Roman"/>
          <w:sz w:val="26"/>
          <w:szCs w:val="24"/>
        </w:rPr>
        <w:t>а</w:t>
      </w:r>
      <w:r w:rsidRPr="00C101B5">
        <w:rPr>
          <w:rFonts w:ascii="Times New Roman" w:hAnsi="Times New Roman"/>
          <w:sz w:val="26"/>
          <w:szCs w:val="24"/>
        </w:rPr>
        <w:t>моуправления Дальнереченского городского округа.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7.6. Ликвидация Учреждения осуществляется ликвидационной комиссией, образуемой админ</w:t>
      </w:r>
      <w:r w:rsidRPr="00C101B5">
        <w:rPr>
          <w:rFonts w:ascii="Times New Roman" w:hAnsi="Times New Roman"/>
          <w:sz w:val="26"/>
          <w:szCs w:val="24"/>
        </w:rPr>
        <w:t>и</w:t>
      </w:r>
      <w:r w:rsidRPr="00C101B5">
        <w:rPr>
          <w:rFonts w:ascii="Times New Roman" w:hAnsi="Times New Roman"/>
          <w:sz w:val="26"/>
          <w:szCs w:val="24"/>
        </w:rPr>
        <w:t>страцией Дальнереченского городского округа и действующей в соответствии с законодател</w:t>
      </w:r>
      <w:r w:rsidRPr="00C101B5">
        <w:rPr>
          <w:rFonts w:ascii="Times New Roman" w:hAnsi="Times New Roman"/>
          <w:sz w:val="26"/>
          <w:szCs w:val="24"/>
        </w:rPr>
        <w:t>ь</w:t>
      </w:r>
      <w:r w:rsidRPr="00C101B5">
        <w:rPr>
          <w:rFonts w:ascii="Times New Roman" w:hAnsi="Times New Roman"/>
          <w:sz w:val="26"/>
          <w:szCs w:val="24"/>
        </w:rPr>
        <w:t>ством Российской Федерации.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7.7. Имущество  Учреждения, оставшееся   после  удовлетворения  требований кредиторов, а также имущество, на которое в соответствии с законодательством Российской Федерации не может быть обращено взыскание по обязательствам Учреждения, передается ликвидационной комиссией в муниципальную казну.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7.8. Ликвидация Учреждения считается завершенной, а Учреждение закончившим свою де</w:t>
      </w:r>
      <w:r w:rsidRPr="00C101B5">
        <w:rPr>
          <w:rFonts w:ascii="Times New Roman" w:hAnsi="Times New Roman"/>
          <w:sz w:val="26"/>
          <w:szCs w:val="24"/>
        </w:rPr>
        <w:t>я</w:t>
      </w:r>
      <w:r w:rsidRPr="00C101B5">
        <w:rPr>
          <w:rFonts w:ascii="Times New Roman" w:hAnsi="Times New Roman"/>
          <w:sz w:val="26"/>
          <w:szCs w:val="24"/>
        </w:rPr>
        <w:t>тельность, после внесения записи об этом в Единый государственный реестр юридических лиц.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7.9. Изменение типа существующего Учреждения не является его реорганизацией. При измен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нии типа существующего Учреждения в его устав вносятся соответствующие изменения. При изменении типа существующего Учреждения не допускается изъятие или уменьшение имущ</w:t>
      </w:r>
      <w:r w:rsidRPr="00C101B5">
        <w:rPr>
          <w:rFonts w:ascii="Times New Roman" w:hAnsi="Times New Roman"/>
          <w:sz w:val="26"/>
          <w:szCs w:val="24"/>
        </w:rPr>
        <w:t>е</w:t>
      </w:r>
      <w:r w:rsidRPr="00C101B5">
        <w:rPr>
          <w:rFonts w:ascii="Times New Roman" w:hAnsi="Times New Roman"/>
          <w:sz w:val="26"/>
          <w:szCs w:val="24"/>
        </w:rPr>
        <w:t>ства (в том числе денежных средств), закрепленного за Учреждением.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7.10. В случае реорганизации, ликвидации Учреждения Учредитель обеспечивает перевод во</w:t>
      </w:r>
      <w:r w:rsidRPr="00C101B5">
        <w:rPr>
          <w:rFonts w:ascii="Times New Roman" w:hAnsi="Times New Roman"/>
          <w:sz w:val="26"/>
          <w:szCs w:val="24"/>
        </w:rPr>
        <w:t>с</w:t>
      </w:r>
      <w:r w:rsidRPr="00C101B5">
        <w:rPr>
          <w:rFonts w:ascii="Times New Roman" w:hAnsi="Times New Roman"/>
          <w:sz w:val="26"/>
          <w:szCs w:val="24"/>
        </w:rPr>
        <w:t>питанников с согласия родителей  в  другие образовательные уч</w:t>
      </w:r>
      <w:r>
        <w:rPr>
          <w:rFonts w:ascii="Times New Roman" w:hAnsi="Times New Roman"/>
          <w:sz w:val="26"/>
          <w:szCs w:val="24"/>
        </w:rPr>
        <w:t>реждения соответствующего типа.</w:t>
      </w:r>
    </w:p>
    <w:p w:rsidR="00303DB0" w:rsidRPr="00C101B5" w:rsidRDefault="00303DB0" w:rsidP="00DC34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</w:pP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8. Изменения и дополнения в Устав МБДОУ «</w:t>
      </w:r>
      <w:r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ЦРР – детский сад №5</w:t>
      </w:r>
      <w:r w:rsidRPr="00C101B5">
        <w:rPr>
          <w:rFonts w:ascii="Times New Roman CYR" w:hAnsi="Times New Roman CYR" w:cs="Times New Roman CYR"/>
          <w:b/>
          <w:bCs/>
          <w:color w:val="000000"/>
          <w:sz w:val="26"/>
          <w:szCs w:val="28"/>
        </w:rPr>
        <w:t>»</w:t>
      </w:r>
    </w:p>
    <w:p w:rsidR="00303DB0" w:rsidRPr="00C101B5" w:rsidRDefault="00303DB0" w:rsidP="008B7C9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8.1. Дополнения и изменения в настоящий Устав принимаются на общем собрании трудового коллектива.</w:t>
      </w:r>
    </w:p>
    <w:p w:rsidR="00303DB0" w:rsidRPr="00C101B5" w:rsidRDefault="00303DB0" w:rsidP="00BC4E69">
      <w:pPr>
        <w:pStyle w:val="NoSpacing"/>
        <w:rPr>
          <w:rFonts w:ascii="Times New Roman" w:hAnsi="Times New Roman"/>
          <w:b/>
          <w:sz w:val="26"/>
          <w:szCs w:val="24"/>
        </w:rPr>
      </w:pPr>
    </w:p>
    <w:p w:rsidR="00303DB0" w:rsidRPr="00C101B5" w:rsidRDefault="00303DB0" w:rsidP="00C101B5">
      <w:pPr>
        <w:pStyle w:val="NoSpacing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8.2. Дополнения и изменения в настоящий Устав утверждаются  постановлением главы админ</w:t>
      </w:r>
      <w:r w:rsidRPr="00C101B5">
        <w:rPr>
          <w:rFonts w:ascii="Times New Roman" w:hAnsi="Times New Roman"/>
          <w:sz w:val="26"/>
          <w:szCs w:val="24"/>
        </w:rPr>
        <w:t>и</w:t>
      </w:r>
      <w:r w:rsidRPr="00C101B5">
        <w:rPr>
          <w:rFonts w:ascii="Times New Roman" w:hAnsi="Times New Roman"/>
          <w:sz w:val="26"/>
          <w:szCs w:val="24"/>
        </w:rPr>
        <w:t>страции Даль</w:t>
      </w:r>
      <w:r>
        <w:rPr>
          <w:rFonts w:ascii="Times New Roman" w:hAnsi="Times New Roman"/>
          <w:sz w:val="26"/>
          <w:szCs w:val="24"/>
        </w:rPr>
        <w:t>нереченского городского округа.</w:t>
      </w:r>
    </w:p>
    <w:p w:rsidR="00303DB0" w:rsidRDefault="00303DB0" w:rsidP="00C101B5">
      <w:pPr>
        <w:pStyle w:val="NoSpacing"/>
        <w:jc w:val="center"/>
        <w:rPr>
          <w:rFonts w:ascii="Times New Roman" w:hAnsi="Times New Roman"/>
          <w:b/>
          <w:sz w:val="26"/>
        </w:rPr>
      </w:pPr>
    </w:p>
    <w:p w:rsidR="00303DB0" w:rsidRPr="00C101B5" w:rsidRDefault="00303DB0" w:rsidP="00C101B5">
      <w:pPr>
        <w:pStyle w:val="NoSpacing"/>
        <w:jc w:val="center"/>
        <w:rPr>
          <w:rFonts w:ascii="Times New Roman" w:hAnsi="Times New Roman"/>
          <w:b/>
          <w:sz w:val="26"/>
        </w:rPr>
      </w:pPr>
      <w:r w:rsidRPr="00C101B5">
        <w:rPr>
          <w:rFonts w:ascii="Times New Roman" w:hAnsi="Times New Roman"/>
          <w:b/>
          <w:sz w:val="26"/>
        </w:rPr>
        <w:t>9. Перечень локальных актов, регламентирующих деятельность</w:t>
      </w:r>
    </w:p>
    <w:p w:rsidR="00303DB0" w:rsidRPr="00C101B5" w:rsidRDefault="00303DB0" w:rsidP="00C101B5">
      <w:pPr>
        <w:pStyle w:val="NoSpacing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«МДОУ ЦРР – детский сад №5»</w:t>
      </w:r>
    </w:p>
    <w:p w:rsidR="00303DB0" w:rsidRPr="00C101B5" w:rsidRDefault="00303DB0" w:rsidP="007E43D3">
      <w:pPr>
        <w:pStyle w:val="NoSpacing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9.1.Учреждение принимает локальные нормативные акты, содержащие нормы трудового права, в пределах своей компетенции в соответствии с трудовым законодательством и иными норм</w:t>
      </w:r>
      <w:r w:rsidRPr="00C101B5">
        <w:rPr>
          <w:rFonts w:ascii="Times New Roman" w:hAnsi="Times New Roman"/>
          <w:sz w:val="26"/>
          <w:szCs w:val="24"/>
        </w:rPr>
        <w:t>а</w:t>
      </w:r>
      <w:r w:rsidRPr="00C101B5">
        <w:rPr>
          <w:rFonts w:ascii="Times New Roman" w:hAnsi="Times New Roman"/>
          <w:sz w:val="26"/>
          <w:szCs w:val="24"/>
        </w:rPr>
        <w:t>тивно правовыми актами, содержащими нормы трудового права, коллективным договором, с</w:t>
      </w:r>
      <w:r w:rsidRPr="00C101B5">
        <w:rPr>
          <w:rFonts w:ascii="Times New Roman" w:hAnsi="Times New Roman"/>
          <w:sz w:val="26"/>
          <w:szCs w:val="24"/>
        </w:rPr>
        <w:t>о</w:t>
      </w:r>
      <w:r w:rsidRPr="00C101B5">
        <w:rPr>
          <w:rFonts w:ascii="Times New Roman" w:hAnsi="Times New Roman"/>
          <w:sz w:val="26"/>
          <w:szCs w:val="24"/>
        </w:rPr>
        <w:t>глашениями, а также нормы, регулирующие образовательные отношения, организацию и ос</w:t>
      </w:r>
      <w:r w:rsidRPr="00C101B5">
        <w:rPr>
          <w:rFonts w:ascii="Times New Roman" w:hAnsi="Times New Roman"/>
          <w:sz w:val="26"/>
          <w:szCs w:val="24"/>
        </w:rPr>
        <w:t>у</w:t>
      </w:r>
      <w:r w:rsidRPr="00C101B5">
        <w:rPr>
          <w:rFonts w:ascii="Times New Roman" w:hAnsi="Times New Roman"/>
          <w:sz w:val="26"/>
          <w:szCs w:val="24"/>
        </w:rPr>
        <w:t>ществление образовательной деятельности, осуществление присмотра и ухода, предоставление платных образовательных услуг, в пределах своей компетенции в соответствии с законодател</w:t>
      </w:r>
      <w:r w:rsidRPr="00C101B5">
        <w:rPr>
          <w:rFonts w:ascii="Times New Roman" w:hAnsi="Times New Roman"/>
          <w:sz w:val="26"/>
          <w:szCs w:val="24"/>
        </w:rPr>
        <w:t>ь</w:t>
      </w:r>
      <w:r w:rsidRPr="00C101B5">
        <w:rPr>
          <w:rFonts w:ascii="Times New Roman" w:hAnsi="Times New Roman"/>
          <w:sz w:val="26"/>
          <w:szCs w:val="24"/>
        </w:rPr>
        <w:t>ством Российской Федерации впорядке, установленном настоящим Уставом.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9.2. Для обеспечения уставной деятельности Учреждение вправе принимать следующие виды локальных актов: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приказы заведующего Учреждения; 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правила внутреннего трудового распорядка; 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штатное расписание; 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инструкции по охране труда и технике безопасности;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должностные инструкции для работников Учреждения;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другие локальные акты, не противоречащие Уставу Учреждения.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9.3. Локальные акты, регламентирующие вопросы организации образовательного процесса: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Договор о взаимоотношениях между Учреждением и родителями (законными представител</w:t>
      </w:r>
      <w:r w:rsidRPr="00C101B5">
        <w:rPr>
          <w:rFonts w:ascii="Times New Roman" w:hAnsi="Times New Roman"/>
          <w:sz w:val="26"/>
          <w:szCs w:val="24"/>
        </w:rPr>
        <w:t>я</w:t>
      </w:r>
      <w:r w:rsidRPr="00C101B5">
        <w:rPr>
          <w:rFonts w:ascii="Times New Roman" w:hAnsi="Times New Roman"/>
          <w:sz w:val="26"/>
          <w:szCs w:val="24"/>
        </w:rPr>
        <w:t>ми);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Положение о родительском комитете; 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Положение о контрольной деятельности;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Положение о Совете педагогов; 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Положение об Общем собрании</w:t>
      </w:r>
      <w:r>
        <w:rPr>
          <w:rFonts w:ascii="Times New Roman" w:hAnsi="Times New Roman"/>
          <w:sz w:val="26"/>
          <w:szCs w:val="24"/>
        </w:rPr>
        <w:t xml:space="preserve"> коллектива</w:t>
      </w:r>
      <w:r w:rsidRPr="00C101B5">
        <w:rPr>
          <w:rFonts w:ascii="Times New Roman" w:hAnsi="Times New Roman"/>
          <w:sz w:val="26"/>
          <w:szCs w:val="24"/>
        </w:rPr>
        <w:t xml:space="preserve">; 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color w:val="000000"/>
          <w:sz w:val="26"/>
          <w:szCs w:val="24"/>
        </w:rPr>
        <w:t>- П</w:t>
      </w:r>
      <w:r w:rsidRPr="00C101B5">
        <w:rPr>
          <w:rFonts w:ascii="Times New Roman" w:hAnsi="Times New Roman"/>
          <w:sz w:val="26"/>
          <w:szCs w:val="24"/>
        </w:rPr>
        <w:t xml:space="preserve">оложение об оплате труда работников </w:t>
      </w:r>
      <w:r w:rsidRPr="00C101B5">
        <w:rPr>
          <w:rFonts w:ascii="Times New Roman" w:hAnsi="Times New Roman"/>
          <w:bCs/>
          <w:color w:val="000000"/>
          <w:sz w:val="26"/>
          <w:szCs w:val="24"/>
        </w:rPr>
        <w:t>муниципальных дошкольных образовательных</w:t>
      </w:r>
      <w:r w:rsidRPr="00C101B5">
        <w:rPr>
          <w:rFonts w:ascii="Times New Roman" w:hAnsi="Times New Roman"/>
          <w:b/>
          <w:bCs/>
          <w:color w:val="000000"/>
          <w:sz w:val="26"/>
          <w:szCs w:val="24"/>
        </w:rPr>
        <w:t xml:space="preserve"> </w:t>
      </w:r>
      <w:r w:rsidRPr="00C101B5">
        <w:rPr>
          <w:rFonts w:ascii="Times New Roman" w:hAnsi="Times New Roman"/>
          <w:bCs/>
          <w:color w:val="000000"/>
          <w:sz w:val="26"/>
          <w:szCs w:val="24"/>
        </w:rPr>
        <w:t xml:space="preserve"> учр</w:t>
      </w:r>
      <w:r w:rsidRPr="00C101B5">
        <w:rPr>
          <w:rFonts w:ascii="Times New Roman" w:hAnsi="Times New Roman"/>
          <w:bCs/>
          <w:color w:val="000000"/>
          <w:sz w:val="26"/>
          <w:szCs w:val="24"/>
        </w:rPr>
        <w:t>е</w:t>
      </w:r>
      <w:r w:rsidRPr="00C101B5">
        <w:rPr>
          <w:rFonts w:ascii="Times New Roman" w:hAnsi="Times New Roman"/>
          <w:bCs/>
          <w:color w:val="000000"/>
          <w:sz w:val="26"/>
          <w:szCs w:val="24"/>
        </w:rPr>
        <w:t>ждений Дальнереченского городского округа;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Положение о Родительском собрании;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- Положение об организации дополнительных платных услуг;</w:t>
      </w:r>
    </w:p>
    <w:p w:rsidR="00303DB0" w:rsidRPr="00C101B5" w:rsidRDefault="00303DB0" w:rsidP="00DC34D1">
      <w:pPr>
        <w:pStyle w:val="NoSpacing"/>
        <w:jc w:val="both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- Положение о порядке приёма детей в учреждение.                               </w:t>
      </w:r>
    </w:p>
    <w:p w:rsidR="00303DB0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>7.1. Учреждение принимает локальные нормативные акты, содержащие нормы, регул</w:t>
      </w:r>
      <w:r w:rsidRPr="00BB701F">
        <w:rPr>
          <w:rFonts w:ascii="Times New Roman" w:hAnsi="Times New Roman"/>
          <w:color w:val="FF0000"/>
          <w:sz w:val="28"/>
          <w:szCs w:val="28"/>
        </w:rPr>
        <w:t>и</w:t>
      </w:r>
      <w:r w:rsidRPr="00BB701F">
        <w:rPr>
          <w:rFonts w:ascii="Times New Roman" w:hAnsi="Times New Roman"/>
          <w:color w:val="FF0000"/>
          <w:sz w:val="28"/>
          <w:szCs w:val="28"/>
        </w:rPr>
        <w:t>рующие образовательные отношения, в пределах своей компетенции в соответствии с з</w:t>
      </w:r>
      <w:r w:rsidRPr="00BB701F">
        <w:rPr>
          <w:rFonts w:ascii="Times New Roman" w:hAnsi="Times New Roman"/>
          <w:color w:val="FF0000"/>
          <w:sz w:val="28"/>
          <w:szCs w:val="28"/>
        </w:rPr>
        <w:t>а</w:t>
      </w:r>
      <w:r w:rsidRPr="00BB701F">
        <w:rPr>
          <w:rFonts w:ascii="Times New Roman" w:hAnsi="Times New Roman"/>
          <w:color w:val="FF0000"/>
          <w:sz w:val="28"/>
          <w:szCs w:val="28"/>
        </w:rPr>
        <w:t>конодательством Российской Федерации в порядке, установленном настоящим уставом.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>7.2. Учреждение принимает локальные нормативные акты по основным вопросам орг</w:t>
      </w:r>
      <w:r w:rsidRPr="00BB701F">
        <w:rPr>
          <w:rFonts w:ascii="Times New Roman" w:hAnsi="Times New Roman"/>
          <w:color w:val="FF0000"/>
          <w:sz w:val="28"/>
          <w:szCs w:val="28"/>
        </w:rPr>
        <w:t>а</w:t>
      </w:r>
      <w:r w:rsidRPr="00BB701F">
        <w:rPr>
          <w:rFonts w:ascii="Times New Roman" w:hAnsi="Times New Roman"/>
          <w:color w:val="FF0000"/>
          <w:sz w:val="28"/>
          <w:szCs w:val="28"/>
        </w:rPr>
        <w:t>низации и осуществления образовательной деятельности, в том числе регламентиру</w:t>
      </w:r>
      <w:r w:rsidRPr="00BB701F">
        <w:rPr>
          <w:rFonts w:ascii="Times New Roman" w:hAnsi="Times New Roman"/>
          <w:color w:val="FF0000"/>
          <w:sz w:val="28"/>
          <w:szCs w:val="28"/>
        </w:rPr>
        <w:t>ю</w:t>
      </w:r>
      <w:r w:rsidRPr="00BB701F">
        <w:rPr>
          <w:rFonts w:ascii="Times New Roman" w:hAnsi="Times New Roman"/>
          <w:color w:val="FF0000"/>
          <w:sz w:val="28"/>
          <w:szCs w:val="28"/>
        </w:rPr>
        <w:t xml:space="preserve">щие правила приема обучающихся, режим занятий обучающихся, </w:t>
      </w:r>
      <w:r w:rsidRPr="00BB701F">
        <w:rPr>
          <w:rFonts w:ascii="Times New Roman" w:hAnsi="Times New Roman"/>
          <w:color w:val="0000FF"/>
          <w:sz w:val="28"/>
          <w:szCs w:val="28"/>
        </w:rPr>
        <w:t>формы, периодичность и порядок текущего контроля успеваемости и промежуточной аттестации обучающихся</w:t>
      </w:r>
      <w:r w:rsidRPr="00BB701F">
        <w:rPr>
          <w:rFonts w:ascii="Times New Roman" w:hAnsi="Times New Roman"/>
          <w:color w:val="FF0000"/>
          <w:sz w:val="28"/>
          <w:szCs w:val="28"/>
        </w:rPr>
        <w:t>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Учре</w:t>
      </w:r>
      <w:r w:rsidRPr="00BB701F">
        <w:rPr>
          <w:rFonts w:ascii="Times New Roman" w:hAnsi="Times New Roman"/>
          <w:color w:val="FF0000"/>
          <w:sz w:val="28"/>
          <w:szCs w:val="28"/>
        </w:rPr>
        <w:t>ж</w:t>
      </w:r>
      <w:r w:rsidRPr="00BB701F">
        <w:rPr>
          <w:rFonts w:ascii="Times New Roman" w:hAnsi="Times New Roman"/>
          <w:color w:val="FF0000"/>
          <w:sz w:val="28"/>
          <w:szCs w:val="28"/>
        </w:rPr>
        <w:t>дением и обучающимися и (или) родителями (законными представителями) несоверше</w:t>
      </w:r>
      <w:r w:rsidRPr="00BB701F">
        <w:rPr>
          <w:rFonts w:ascii="Times New Roman" w:hAnsi="Times New Roman"/>
          <w:color w:val="FF0000"/>
          <w:sz w:val="28"/>
          <w:szCs w:val="28"/>
        </w:rPr>
        <w:t>н</w:t>
      </w:r>
      <w:r w:rsidRPr="00BB701F">
        <w:rPr>
          <w:rFonts w:ascii="Times New Roman" w:hAnsi="Times New Roman"/>
          <w:color w:val="FF0000"/>
          <w:sz w:val="28"/>
          <w:szCs w:val="28"/>
        </w:rPr>
        <w:t>нолетних обучающихся.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>7.3. Учреждение принимает следующие виды локальных нормативных актов: приказы нормативного характера, положения, правила, инструкции, регламенты и т.п.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 xml:space="preserve">Указанный перечень видов локальных нормативных актов не является исчерпывающим, в зависимости от конкретных условий деятельности Учреждения им могут приниматься иные локальные нормативные акты. 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 xml:space="preserve">7.4. Решение о разработке и принятии локальных нормативных актов принимает </w:t>
      </w:r>
      <w:r>
        <w:rPr>
          <w:rFonts w:ascii="Times New Roman" w:hAnsi="Times New Roman"/>
          <w:color w:val="FF0000"/>
          <w:sz w:val="28"/>
          <w:szCs w:val="28"/>
        </w:rPr>
        <w:t>Зав</w:t>
      </w:r>
      <w:r>
        <w:rPr>
          <w:rFonts w:ascii="Times New Roman" w:hAnsi="Times New Roman"/>
          <w:color w:val="FF0000"/>
          <w:sz w:val="28"/>
          <w:szCs w:val="28"/>
        </w:rPr>
        <w:t>е</w:t>
      </w:r>
      <w:r>
        <w:rPr>
          <w:rFonts w:ascii="Times New Roman" w:hAnsi="Times New Roman"/>
          <w:color w:val="FF0000"/>
          <w:sz w:val="28"/>
          <w:szCs w:val="28"/>
        </w:rPr>
        <w:t>дующий</w:t>
      </w:r>
      <w:r w:rsidRPr="00BB701F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 xml:space="preserve">Проект локального нормативного акта до его утверждения </w:t>
      </w:r>
      <w:r>
        <w:rPr>
          <w:rFonts w:ascii="Times New Roman" w:hAnsi="Times New Roman"/>
          <w:color w:val="FF0000"/>
          <w:sz w:val="28"/>
          <w:szCs w:val="28"/>
        </w:rPr>
        <w:t>Заведующий</w:t>
      </w:r>
      <w:r w:rsidRPr="00BB701F">
        <w:rPr>
          <w:rFonts w:ascii="Times New Roman" w:hAnsi="Times New Roman"/>
          <w:color w:val="FF0000"/>
          <w:sz w:val="28"/>
          <w:szCs w:val="28"/>
        </w:rPr>
        <w:t>: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>- в предусмотренных трудовым законодательством, а также настоящим Уставом случаях направляется в представительный орган работников – общее собранием (конференция) работников Учреждения  для учета его мнения;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>- направляется в Совет обучающихся, Совет родителей (законных представителей) нес</w:t>
      </w:r>
      <w:r w:rsidRPr="00BB701F">
        <w:rPr>
          <w:rFonts w:ascii="Times New Roman" w:hAnsi="Times New Roman"/>
          <w:color w:val="FF0000"/>
          <w:sz w:val="28"/>
          <w:szCs w:val="28"/>
        </w:rPr>
        <w:t>о</w:t>
      </w:r>
      <w:r w:rsidRPr="00BB701F">
        <w:rPr>
          <w:rFonts w:ascii="Times New Roman" w:hAnsi="Times New Roman"/>
          <w:color w:val="FF0000"/>
          <w:sz w:val="28"/>
          <w:szCs w:val="28"/>
        </w:rPr>
        <w:t>вершеннолетних обучающихся в целях учета мнения обучающихся, родителей (законных представителей) несовершеннолетних обучающихся по вопросам управления Учрежд</w:t>
      </w:r>
      <w:r w:rsidRPr="00BB701F">
        <w:rPr>
          <w:rFonts w:ascii="Times New Roman" w:hAnsi="Times New Roman"/>
          <w:color w:val="FF0000"/>
          <w:sz w:val="28"/>
          <w:szCs w:val="28"/>
        </w:rPr>
        <w:t>е</w:t>
      </w:r>
      <w:r w:rsidRPr="00BB701F">
        <w:rPr>
          <w:rFonts w:ascii="Times New Roman" w:hAnsi="Times New Roman"/>
          <w:color w:val="FF0000"/>
          <w:sz w:val="28"/>
          <w:szCs w:val="28"/>
        </w:rPr>
        <w:t>ния и при принятии Учреждением локальных нормативных актов, затрагивающих их права и законные интересы;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>- направляется для принятия коллегиальными органами управления в соответствии с их компетенцией, предусмотренной настоящим Уставом.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 xml:space="preserve">7.5. Локальные нормативные акты утверждаются приказом </w:t>
      </w:r>
      <w:r>
        <w:rPr>
          <w:rFonts w:ascii="Times New Roman" w:hAnsi="Times New Roman"/>
          <w:color w:val="FF0000"/>
          <w:sz w:val="28"/>
          <w:szCs w:val="28"/>
        </w:rPr>
        <w:t xml:space="preserve">Заведующего </w:t>
      </w:r>
      <w:r w:rsidRPr="00BB701F">
        <w:rPr>
          <w:rFonts w:ascii="Times New Roman" w:hAnsi="Times New Roman"/>
          <w:color w:val="FF0000"/>
          <w:sz w:val="28"/>
          <w:szCs w:val="28"/>
        </w:rPr>
        <w:t>и вступают в силу с даты, указанной в приказе.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>7.6. Нормы локальных нормативных актов, ухудшающие положение обучающихся или работников Учреждения по сравнению с установленным законодательством об образов</w:t>
      </w:r>
      <w:r w:rsidRPr="00BB701F">
        <w:rPr>
          <w:rFonts w:ascii="Times New Roman" w:hAnsi="Times New Roman"/>
          <w:color w:val="FF0000"/>
          <w:sz w:val="28"/>
          <w:szCs w:val="28"/>
        </w:rPr>
        <w:t>а</w:t>
      </w:r>
      <w:r w:rsidRPr="00BB701F">
        <w:rPr>
          <w:rFonts w:ascii="Times New Roman" w:hAnsi="Times New Roman"/>
          <w:color w:val="FF0000"/>
          <w:sz w:val="28"/>
          <w:szCs w:val="28"/>
        </w:rPr>
        <w:t>нии, трудовым законодательством положением либо принятые с нарушением устано</w:t>
      </w:r>
      <w:r w:rsidRPr="00BB701F">
        <w:rPr>
          <w:rFonts w:ascii="Times New Roman" w:hAnsi="Times New Roman"/>
          <w:color w:val="FF0000"/>
          <w:sz w:val="28"/>
          <w:szCs w:val="28"/>
        </w:rPr>
        <w:t>в</w:t>
      </w:r>
      <w:r w:rsidRPr="00BB701F">
        <w:rPr>
          <w:rFonts w:ascii="Times New Roman" w:hAnsi="Times New Roman"/>
          <w:color w:val="FF0000"/>
          <w:sz w:val="28"/>
          <w:szCs w:val="28"/>
        </w:rPr>
        <w:t>ленного порядка, не применяются и подлежат отмене Учреждением.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>7.7. После утверждения локальных нормативный акт подлежит размещению на офиц</w:t>
      </w:r>
      <w:r w:rsidRPr="00BB701F">
        <w:rPr>
          <w:rFonts w:ascii="Times New Roman" w:hAnsi="Times New Roman"/>
          <w:color w:val="FF0000"/>
          <w:sz w:val="28"/>
          <w:szCs w:val="28"/>
        </w:rPr>
        <w:t>и</w:t>
      </w:r>
      <w:r w:rsidRPr="00BB701F">
        <w:rPr>
          <w:rFonts w:ascii="Times New Roman" w:hAnsi="Times New Roman"/>
          <w:color w:val="FF0000"/>
          <w:sz w:val="28"/>
          <w:szCs w:val="28"/>
        </w:rPr>
        <w:t>альном сайте Учреждения.</w:t>
      </w:r>
    </w:p>
    <w:p w:rsidR="00303DB0" w:rsidRPr="00BB701F" w:rsidRDefault="00303DB0" w:rsidP="00BB701F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BB701F">
        <w:rPr>
          <w:rFonts w:ascii="Times New Roman" w:hAnsi="Times New Roman"/>
          <w:color w:val="FF0000"/>
          <w:sz w:val="28"/>
          <w:szCs w:val="28"/>
        </w:rPr>
        <w:t xml:space="preserve">7.8. Учреждением создаются условия для ознакомления всех работников, обучающихся, родителей (законных представителей) несовершеннолетних обучающихся с настоящим Уставом. </w:t>
      </w:r>
    </w:p>
    <w:p w:rsidR="00303DB0" w:rsidRPr="00C101B5" w:rsidRDefault="00303DB0" w:rsidP="007E43D3">
      <w:pPr>
        <w:pStyle w:val="NoSpacing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7E43D3">
      <w:pPr>
        <w:pStyle w:val="NoSpacing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7E43D3">
      <w:pPr>
        <w:pStyle w:val="NoSpacing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 xml:space="preserve">Принят на общем собрании </w:t>
      </w:r>
    </w:p>
    <w:p w:rsidR="00303DB0" w:rsidRPr="00C101B5" w:rsidRDefault="00303DB0" w:rsidP="007E43D3">
      <w:pPr>
        <w:pStyle w:val="NoSpacing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трудового коллектива</w:t>
      </w:r>
    </w:p>
    <w:p w:rsidR="00303DB0" w:rsidRPr="00C101B5" w:rsidRDefault="00303DB0" w:rsidP="007E43D3">
      <w:pPr>
        <w:pStyle w:val="NoSpacing"/>
        <w:rPr>
          <w:rFonts w:ascii="Times New Roman" w:hAnsi="Times New Roman"/>
          <w:sz w:val="26"/>
          <w:szCs w:val="24"/>
        </w:rPr>
      </w:pPr>
      <w:r w:rsidRPr="00C101B5">
        <w:rPr>
          <w:rFonts w:ascii="Times New Roman" w:hAnsi="Times New Roman"/>
          <w:sz w:val="26"/>
          <w:szCs w:val="24"/>
        </w:rPr>
        <w:t>Протокол от________________№_______________.</w:t>
      </w:r>
    </w:p>
    <w:p w:rsidR="00303DB0" w:rsidRPr="00C101B5" w:rsidRDefault="00303DB0" w:rsidP="007E43D3">
      <w:pPr>
        <w:pStyle w:val="NoSpacing"/>
        <w:rPr>
          <w:rFonts w:ascii="Times New Roman" w:hAnsi="Times New Roman"/>
          <w:sz w:val="26"/>
          <w:szCs w:val="24"/>
        </w:rPr>
      </w:pPr>
    </w:p>
    <w:p w:rsidR="00303DB0" w:rsidRPr="00C101B5" w:rsidRDefault="00303DB0" w:rsidP="007E43D3">
      <w:pPr>
        <w:pStyle w:val="NoSpacing"/>
        <w:rPr>
          <w:rFonts w:ascii="Times New Roman" w:hAnsi="Times New Roman"/>
          <w:sz w:val="26"/>
          <w:szCs w:val="24"/>
        </w:rPr>
      </w:pPr>
    </w:p>
    <w:sectPr w:rsidR="00303DB0" w:rsidRPr="00C101B5" w:rsidSect="0044721C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11E2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5A459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AD22F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46D7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4E90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76ED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544C3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704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A24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18C8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5A0018C8"/>
    <w:lvl w:ilvl="0">
      <w:numFmt w:val="bullet"/>
      <w:lvlText w:val="*"/>
      <w:lvlJc w:val="left"/>
    </w:lvl>
  </w:abstractNum>
  <w:abstractNum w:abstractNumId="11">
    <w:nsid w:val="028D7C12"/>
    <w:multiLevelType w:val="multilevel"/>
    <w:tmpl w:val="33A6A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82F12EB"/>
    <w:multiLevelType w:val="singleLevel"/>
    <w:tmpl w:val="054235B0"/>
    <w:lvl w:ilvl="0">
      <w:start w:val="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10E4216F"/>
    <w:multiLevelType w:val="singleLevel"/>
    <w:tmpl w:val="8E7E23F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4">
    <w:nsid w:val="121D10FE"/>
    <w:multiLevelType w:val="singleLevel"/>
    <w:tmpl w:val="424250DA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</w:abstractNum>
  <w:abstractNum w:abstractNumId="15">
    <w:nsid w:val="273E2228"/>
    <w:multiLevelType w:val="multilevel"/>
    <w:tmpl w:val="2E4C6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92"/>
        </w:tabs>
        <w:ind w:left="592" w:hanging="450"/>
      </w:pPr>
      <w:rPr>
        <w:rFonts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286C63EA"/>
    <w:multiLevelType w:val="hybridMultilevel"/>
    <w:tmpl w:val="745C8996"/>
    <w:lvl w:ilvl="0" w:tplc="5ED473F2">
      <w:start w:val="3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>
    <w:nsid w:val="2A5E1DD9"/>
    <w:multiLevelType w:val="hybridMultilevel"/>
    <w:tmpl w:val="AE92C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B73D49"/>
    <w:multiLevelType w:val="multilevel"/>
    <w:tmpl w:val="D89EAC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49940105"/>
    <w:multiLevelType w:val="hybridMultilevel"/>
    <w:tmpl w:val="02FE0F72"/>
    <w:lvl w:ilvl="0" w:tplc="4672F43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0">
    <w:nsid w:val="66144C83"/>
    <w:multiLevelType w:val="singleLevel"/>
    <w:tmpl w:val="DDC68232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1">
    <w:nsid w:val="68AD7767"/>
    <w:multiLevelType w:val="singleLevel"/>
    <w:tmpl w:val="8E7E23F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20"/>
  </w:num>
  <w:num w:numId="3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0"/>
    <w:lvlOverride w:ilvl="0">
      <w:lvl w:ilvl="0">
        <w:numFmt w:val="bullet"/>
        <w:lvlText w:val=""/>
        <w:legacy w:legacy="1" w:legacySpace="0" w:legacyIndent="187"/>
        <w:lvlJc w:val="left"/>
        <w:rPr>
          <w:rFonts w:ascii="Symbol" w:hAnsi="Symbol" w:hint="default"/>
        </w:rPr>
      </w:lvl>
    </w:lvlOverride>
  </w:num>
  <w:num w:numId="5">
    <w:abstractNumId w:val="10"/>
    <w:lvlOverride w:ilvl="0">
      <w:lvl w:ilvl="0">
        <w:numFmt w:val="bullet"/>
        <w:lvlText w:val=""/>
        <w:legacy w:legacy="1" w:legacySpace="0" w:legacyIndent="188"/>
        <w:lvlJc w:val="left"/>
        <w:rPr>
          <w:rFonts w:ascii="Symbol" w:hAnsi="Symbol" w:hint="default"/>
        </w:rPr>
      </w:lvl>
    </w:lvlOverride>
  </w:num>
  <w:num w:numId="6">
    <w:abstractNumId w:val="10"/>
    <w:lvlOverride w:ilvl="0">
      <w:lvl w:ilvl="0">
        <w:numFmt w:val="bullet"/>
        <w:lvlText w:val=""/>
        <w:legacy w:legacy="1" w:legacySpace="0" w:legacyIndent="182"/>
        <w:lvlJc w:val="left"/>
        <w:rPr>
          <w:rFonts w:ascii="Symbol" w:hAnsi="Symbol" w:hint="default"/>
        </w:rPr>
      </w:lvl>
    </w:lvlOverride>
  </w:num>
  <w:num w:numId="7">
    <w:abstractNumId w:val="10"/>
    <w:lvlOverride w:ilvl="0">
      <w:lvl w:ilvl="0">
        <w:numFmt w:val="bullet"/>
        <w:lvlText w:val=""/>
        <w:legacy w:legacy="1" w:legacySpace="0" w:legacyIndent="192"/>
        <w:lvlJc w:val="left"/>
        <w:rPr>
          <w:rFonts w:ascii="Symbol" w:hAnsi="Symbol" w:hint="default"/>
        </w:rPr>
      </w:lvl>
    </w:lvlOverride>
  </w:num>
  <w:num w:numId="8">
    <w:abstractNumId w:val="10"/>
    <w:lvlOverride w:ilvl="0">
      <w:lvl w:ilvl="0">
        <w:numFmt w:val="bullet"/>
        <w:lvlText w:val=""/>
        <w:legacy w:legacy="1" w:legacySpace="0" w:legacyIndent="173"/>
        <w:lvlJc w:val="left"/>
        <w:rPr>
          <w:rFonts w:ascii="Symbol" w:hAnsi="Symbol" w:hint="default"/>
        </w:rPr>
      </w:lvl>
    </w:lvlOverride>
  </w:num>
  <w:num w:numId="9">
    <w:abstractNumId w:val="12"/>
  </w:num>
  <w:num w:numId="10">
    <w:abstractNumId w:val="10"/>
    <w:lvlOverride w:ilvl="0">
      <w:lvl w:ilvl="0">
        <w:numFmt w:val="bullet"/>
        <w:lvlText w:val=""/>
        <w:legacy w:legacy="1" w:legacySpace="0" w:legacyIndent="191"/>
        <w:lvlJc w:val="left"/>
        <w:rPr>
          <w:rFonts w:ascii="Symbol" w:hAnsi="Symbol" w:hint="default"/>
        </w:rPr>
      </w:lvl>
    </w:lvlOverride>
  </w:num>
  <w:num w:numId="11">
    <w:abstractNumId w:val="13"/>
  </w:num>
  <w:num w:numId="12">
    <w:abstractNumId w:val="21"/>
  </w:num>
  <w:num w:numId="13">
    <w:abstractNumId w:val="2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9"/>
  </w:num>
  <w:num w:numId="15">
    <w:abstractNumId w:val="18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2E9"/>
    <w:rsid w:val="00086DF3"/>
    <w:rsid w:val="000C2340"/>
    <w:rsid w:val="000C462B"/>
    <w:rsid w:val="000D5A7F"/>
    <w:rsid w:val="00106647"/>
    <w:rsid w:val="00176F6D"/>
    <w:rsid w:val="00180DAC"/>
    <w:rsid w:val="001E529C"/>
    <w:rsid w:val="0020013A"/>
    <w:rsid w:val="002008E5"/>
    <w:rsid w:val="0020132A"/>
    <w:rsid w:val="002A4F5C"/>
    <w:rsid w:val="002E65A6"/>
    <w:rsid w:val="00300CD7"/>
    <w:rsid w:val="00303DB0"/>
    <w:rsid w:val="003418A6"/>
    <w:rsid w:val="00357EE5"/>
    <w:rsid w:val="00385B7A"/>
    <w:rsid w:val="00390FE0"/>
    <w:rsid w:val="003B4076"/>
    <w:rsid w:val="003D347B"/>
    <w:rsid w:val="003F50F0"/>
    <w:rsid w:val="0042647F"/>
    <w:rsid w:val="0044721C"/>
    <w:rsid w:val="004518F3"/>
    <w:rsid w:val="004A02E9"/>
    <w:rsid w:val="004E64CB"/>
    <w:rsid w:val="004E6CFE"/>
    <w:rsid w:val="00501CBC"/>
    <w:rsid w:val="00512BF3"/>
    <w:rsid w:val="00536391"/>
    <w:rsid w:val="00541550"/>
    <w:rsid w:val="00556633"/>
    <w:rsid w:val="00556653"/>
    <w:rsid w:val="005A4408"/>
    <w:rsid w:val="005B389C"/>
    <w:rsid w:val="005B544F"/>
    <w:rsid w:val="005E635C"/>
    <w:rsid w:val="005E7DB0"/>
    <w:rsid w:val="006523F1"/>
    <w:rsid w:val="00675A97"/>
    <w:rsid w:val="00692791"/>
    <w:rsid w:val="00697643"/>
    <w:rsid w:val="00706AA0"/>
    <w:rsid w:val="007126AF"/>
    <w:rsid w:val="007209B0"/>
    <w:rsid w:val="00723DFD"/>
    <w:rsid w:val="00725B0D"/>
    <w:rsid w:val="0074707D"/>
    <w:rsid w:val="007C005D"/>
    <w:rsid w:val="007E423A"/>
    <w:rsid w:val="007E43D3"/>
    <w:rsid w:val="00800E57"/>
    <w:rsid w:val="00875A55"/>
    <w:rsid w:val="008B7C91"/>
    <w:rsid w:val="008D28F1"/>
    <w:rsid w:val="008E3E75"/>
    <w:rsid w:val="00913E5A"/>
    <w:rsid w:val="00914FE2"/>
    <w:rsid w:val="0091524A"/>
    <w:rsid w:val="00953119"/>
    <w:rsid w:val="009911DE"/>
    <w:rsid w:val="009D37FD"/>
    <w:rsid w:val="009E74D1"/>
    <w:rsid w:val="00A25382"/>
    <w:rsid w:val="00A6784A"/>
    <w:rsid w:val="00A93CD2"/>
    <w:rsid w:val="00AC53F0"/>
    <w:rsid w:val="00AD6D19"/>
    <w:rsid w:val="00B92EA9"/>
    <w:rsid w:val="00BA795A"/>
    <w:rsid w:val="00BB701F"/>
    <w:rsid w:val="00BC4E69"/>
    <w:rsid w:val="00BD4BCF"/>
    <w:rsid w:val="00C101B5"/>
    <w:rsid w:val="00C20A26"/>
    <w:rsid w:val="00D006BA"/>
    <w:rsid w:val="00DB2332"/>
    <w:rsid w:val="00DC34D1"/>
    <w:rsid w:val="00DD0134"/>
    <w:rsid w:val="00DE5C48"/>
    <w:rsid w:val="00E34DB2"/>
    <w:rsid w:val="00E57516"/>
    <w:rsid w:val="00E6450B"/>
    <w:rsid w:val="00EA2CFC"/>
    <w:rsid w:val="00F069F8"/>
    <w:rsid w:val="00F14C5F"/>
    <w:rsid w:val="00F2754E"/>
    <w:rsid w:val="00F6314A"/>
    <w:rsid w:val="00F84967"/>
    <w:rsid w:val="00F876F3"/>
    <w:rsid w:val="00FA2C11"/>
    <w:rsid w:val="00FA7328"/>
    <w:rsid w:val="00FB5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0F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9">
    <w:name w:val="c9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DefaultParagraphFont"/>
    <w:uiPriority w:val="99"/>
    <w:rsid w:val="004A02E9"/>
    <w:rPr>
      <w:rFonts w:cs="Times New Roman"/>
    </w:rPr>
  </w:style>
  <w:style w:type="character" w:customStyle="1" w:styleId="c24">
    <w:name w:val="c24"/>
    <w:basedOn w:val="DefaultParagraphFont"/>
    <w:uiPriority w:val="99"/>
    <w:rsid w:val="004A02E9"/>
    <w:rPr>
      <w:rFonts w:cs="Times New Roman"/>
    </w:rPr>
  </w:style>
  <w:style w:type="character" w:customStyle="1" w:styleId="c16">
    <w:name w:val="c16"/>
    <w:basedOn w:val="DefaultParagraphFont"/>
    <w:uiPriority w:val="99"/>
    <w:rsid w:val="004A02E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4A02E9"/>
    <w:rPr>
      <w:rFonts w:cs="Times New Roman"/>
      <w:color w:val="0000FF"/>
      <w:u w:val="single"/>
    </w:rPr>
  </w:style>
  <w:style w:type="paragraph" w:customStyle="1" w:styleId="c5">
    <w:name w:val="c5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A02E9"/>
    <w:rPr>
      <w:rFonts w:cs="Times New Roman"/>
    </w:rPr>
  </w:style>
  <w:style w:type="paragraph" w:customStyle="1" w:styleId="c1">
    <w:name w:val="c1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Normal"/>
    <w:uiPriority w:val="99"/>
    <w:rsid w:val="004A0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1E529C"/>
    <w:rPr>
      <w:lang w:eastAsia="en-US"/>
    </w:rPr>
  </w:style>
  <w:style w:type="paragraph" w:styleId="Title">
    <w:name w:val="Title"/>
    <w:basedOn w:val="Normal"/>
    <w:link w:val="TitleChar"/>
    <w:uiPriority w:val="99"/>
    <w:qFormat/>
    <w:rsid w:val="00FB524E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B52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B23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E635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635C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385B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85B7A"/>
    <w:rPr>
      <w:rFonts w:cs="Times New Roman"/>
    </w:rPr>
  </w:style>
  <w:style w:type="paragraph" w:styleId="NormalWeb">
    <w:name w:val="Normal (Web)"/>
    <w:basedOn w:val="Normal"/>
    <w:uiPriority w:val="99"/>
    <w:rsid w:val="007E4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7E43D3"/>
    <w:pPr>
      <w:suppressAutoHyphens/>
    </w:pPr>
    <w:rPr>
      <w:rFonts w:ascii="Courier New" w:hAnsi="Courier New"/>
      <w:sz w:val="16"/>
      <w:szCs w:val="20"/>
      <w:lang w:eastAsia="ar-SA"/>
    </w:rPr>
  </w:style>
  <w:style w:type="paragraph" w:customStyle="1" w:styleId="Style27">
    <w:name w:val="Style27"/>
    <w:basedOn w:val="Normal"/>
    <w:uiPriority w:val="99"/>
    <w:rsid w:val="007E43D3"/>
    <w:pPr>
      <w:widowControl w:val="0"/>
      <w:autoSpaceDE w:val="0"/>
      <w:autoSpaceDN w:val="0"/>
      <w:adjustRightInd w:val="0"/>
      <w:spacing w:after="0" w:line="300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7">
    <w:name w:val="Font Style37"/>
    <w:basedOn w:val="DefaultParagraphFont"/>
    <w:uiPriority w:val="99"/>
    <w:rsid w:val="007E43D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"/>
    <w:uiPriority w:val="99"/>
    <w:rsid w:val="007E43D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A2C11"/>
    <w:pPr>
      <w:ind w:left="720"/>
      <w:contextualSpacing/>
    </w:pPr>
  </w:style>
  <w:style w:type="paragraph" w:customStyle="1" w:styleId="ConsNormal">
    <w:name w:val="ConsNormal"/>
    <w:uiPriority w:val="99"/>
    <w:rsid w:val="00675A97"/>
    <w:pPr>
      <w:widowControl w:val="0"/>
      <w:ind w:firstLine="720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1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1032</TotalTime>
  <Pages>16</Pages>
  <Words>6896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30</cp:revision>
  <cp:lastPrinted>2015-07-09T05:46:00Z</cp:lastPrinted>
  <dcterms:created xsi:type="dcterms:W3CDTF">2015-05-27T22:02:00Z</dcterms:created>
  <dcterms:modified xsi:type="dcterms:W3CDTF">2015-07-10T00:00:00Z</dcterms:modified>
</cp:coreProperties>
</file>